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0394E" w14:textId="0513A099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4734875"/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52306A">
        <w:rPr>
          <w:rFonts w:ascii="Corbel" w:hAnsi="Corbel"/>
          <w:bCs/>
          <w:i/>
        </w:rPr>
        <w:t xml:space="preserve"> Rektora UR</w:t>
      </w:r>
      <w:r w:rsidR="00CD6897" w:rsidRPr="00E960BB">
        <w:rPr>
          <w:rFonts w:ascii="Corbel" w:hAnsi="Corbel"/>
          <w:bCs/>
          <w:i/>
        </w:rPr>
        <w:t xml:space="preserve"> nr </w:t>
      </w:r>
      <w:r w:rsidR="00CF0774" w:rsidRPr="00CF0774">
        <w:rPr>
          <w:rFonts w:ascii="Corbel" w:hAnsi="Corbel"/>
          <w:bCs/>
          <w:i/>
        </w:rPr>
        <w:t xml:space="preserve"> </w:t>
      </w:r>
      <w:r w:rsidR="00CF0774" w:rsidRPr="00CF0774">
        <w:rPr>
          <w:rFonts w:ascii="Corbel" w:hAnsi="Corbel" w:cs="Arial"/>
        </w:rPr>
        <w:t>7/2023</w:t>
      </w:r>
    </w:p>
    <w:p w14:paraId="50C3526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03E31C8" w14:textId="6543EB93" w:rsidR="0085747A" w:rsidRDefault="0071620A" w:rsidP="0052306A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9034B">
        <w:rPr>
          <w:rFonts w:ascii="Corbel" w:hAnsi="Corbel"/>
          <w:i/>
          <w:smallCaps/>
          <w:sz w:val="24"/>
          <w:szCs w:val="24"/>
        </w:rPr>
        <w:t xml:space="preserve"> </w:t>
      </w:r>
      <w:r w:rsidR="00B24360" w:rsidRPr="00B24360">
        <w:rPr>
          <w:rFonts w:ascii="Corbel" w:hAnsi="Corbel"/>
          <w:i/>
          <w:smallCaps/>
          <w:sz w:val="24"/>
          <w:szCs w:val="24"/>
        </w:rPr>
        <w:t>202</w:t>
      </w:r>
      <w:r w:rsidR="00CF0774">
        <w:rPr>
          <w:rFonts w:ascii="Corbel" w:hAnsi="Corbel"/>
          <w:i/>
          <w:smallCaps/>
          <w:sz w:val="24"/>
          <w:szCs w:val="24"/>
        </w:rPr>
        <w:t>3</w:t>
      </w:r>
      <w:r w:rsidR="00B24360" w:rsidRPr="00B24360">
        <w:rPr>
          <w:rFonts w:ascii="Corbel" w:hAnsi="Corbel"/>
          <w:i/>
          <w:smallCaps/>
          <w:sz w:val="24"/>
          <w:szCs w:val="24"/>
        </w:rPr>
        <w:t>-202</w:t>
      </w:r>
      <w:r w:rsidR="00CF0774">
        <w:rPr>
          <w:rFonts w:ascii="Corbel" w:hAnsi="Corbel"/>
          <w:i/>
          <w:smallCaps/>
          <w:sz w:val="24"/>
          <w:szCs w:val="24"/>
        </w:rPr>
        <w:t>5</w:t>
      </w:r>
    </w:p>
    <w:p w14:paraId="041B595A" w14:textId="77777777" w:rsidR="0052306A" w:rsidRDefault="00B24360" w:rsidP="0052306A">
      <w:pPr>
        <w:spacing w:after="0"/>
        <w:rPr>
          <w:rFonts w:ascii="Corbel" w:hAnsi="Corbel"/>
          <w:i/>
          <w:sz w:val="20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44018">
        <w:rPr>
          <w:sz w:val="18"/>
        </w:rPr>
        <w:t>(skrajne daty)</w:t>
      </w:r>
    </w:p>
    <w:p w14:paraId="710C23BD" w14:textId="677E21C9" w:rsidR="00445970" w:rsidRDefault="00445970" w:rsidP="0052306A">
      <w:pPr>
        <w:spacing w:after="0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C642B3">
        <w:rPr>
          <w:rFonts w:ascii="Corbel" w:hAnsi="Corbel"/>
          <w:sz w:val="20"/>
          <w:szCs w:val="20"/>
        </w:rPr>
        <w:t>202</w:t>
      </w:r>
      <w:r w:rsidR="00CF0774">
        <w:rPr>
          <w:rFonts w:ascii="Corbel" w:hAnsi="Corbel"/>
          <w:sz w:val="20"/>
          <w:szCs w:val="20"/>
        </w:rPr>
        <w:t>4</w:t>
      </w:r>
      <w:r w:rsidR="00D5074E">
        <w:rPr>
          <w:rFonts w:ascii="Corbel" w:hAnsi="Corbel"/>
          <w:sz w:val="20"/>
          <w:szCs w:val="20"/>
        </w:rPr>
        <w:t>/202</w:t>
      </w:r>
      <w:r w:rsidR="00CF0774">
        <w:rPr>
          <w:rFonts w:ascii="Corbel" w:hAnsi="Corbel"/>
          <w:sz w:val="20"/>
          <w:szCs w:val="20"/>
        </w:rPr>
        <w:t>5</w:t>
      </w:r>
    </w:p>
    <w:p w14:paraId="19A2CB4A" w14:textId="77777777" w:rsidR="0052306A" w:rsidRPr="00B24360" w:rsidRDefault="0052306A" w:rsidP="0052306A">
      <w:pPr>
        <w:spacing w:after="0"/>
        <w:jc w:val="center"/>
      </w:pPr>
    </w:p>
    <w:p w14:paraId="6D4E7C8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9034B" w:rsidRPr="009C54AE" w14:paraId="5AB999D2" w14:textId="77777777" w:rsidTr="00C642B3">
        <w:tc>
          <w:tcPr>
            <w:tcW w:w="2694" w:type="dxa"/>
            <w:vAlign w:val="center"/>
          </w:tcPr>
          <w:p w14:paraId="770D0B8E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813ACD" w14:textId="250EC1AC" w:rsidR="00F9034B" w:rsidRPr="009A1DB2" w:rsidRDefault="00F9034B" w:rsidP="00F9034B">
            <w:pPr>
              <w:pStyle w:val="Odpowiedzi"/>
              <w:rPr>
                <w:rFonts w:ascii="Corbel" w:hAnsi="Corbel"/>
                <w:i/>
                <w:color w:val="FF0000"/>
                <w:sz w:val="24"/>
                <w:szCs w:val="24"/>
              </w:rPr>
            </w:pPr>
            <w:r w:rsidRPr="009A1DB2">
              <w:rPr>
                <w:rFonts w:ascii="Corbel" w:hAnsi="Corbel"/>
                <w:sz w:val="24"/>
                <w:szCs w:val="24"/>
                <w:lang w:eastAsia="pl-PL"/>
              </w:rPr>
              <w:t xml:space="preserve">Adaptacja społeczna osób </w:t>
            </w:r>
            <w:r w:rsidR="0052306A" w:rsidRPr="009A1DB2">
              <w:rPr>
                <w:rFonts w:ascii="Corbel" w:hAnsi="Corbel"/>
                <w:sz w:val="24"/>
                <w:szCs w:val="24"/>
                <w:lang w:eastAsia="pl-PL"/>
              </w:rPr>
              <w:t>starszych i niepełnosprawnych</w:t>
            </w:r>
            <w:r w:rsidRPr="009A1DB2">
              <w:rPr>
                <w:rFonts w:ascii="Corbel" w:hAnsi="Corbel"/>
                <w:sz w:val="24"/>
                <w:szCs w:val="24"/>
                <w:lang w:eastAsia="pl-PL"/>
              </w:rPr>
              <w:t xml:space="preserve"> w DPS</w:t>
            </w:r>
          </w:p>
        </w:tc>
      </w:tr>
      <w:tr w:rsidR="00F9034B" w:rsidRPr="009C54AE" w14:paraId="046014C8" w14:textId="77777777" w:rsidTr="00C642B3">
        <w:tc>
          <w:tcPr>
            <w:tcW w:w="2694" w:type="dxa"/>
            <w:vAlign w:val="center"/>
          </w:tcPr>
          <w:p w14:paraId="1D4EF4D8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13B6FE" w14:textId="77777777" w:rsidR="00F9034B" w:rsidRPr="00F9034B" w:rsidRDefault="00F9034B" w:rsidP="00F9034B">
            <w:pPr>
              <w:pStyle w:val="Odpowiedzi"/>
              <w:rPr>
                <w:rFonts w:ascii="Corbel" w:hAnsi="Corbel"/>
                <w:b w:val="0"/>
                <w:bCs/>
                <w:i/>
                <w:color w:val="FF0000"/>
                <w:sz w:val="24"/>
                <w:szCs w:val="24"/>
              </w:rPr>
            </w:pPr>
            <w:r w:rsidRPr="00F9034B">
              <w:rPr>
                <w:rFonts w:ascii="Corbel" w:hAnsi="Corbel"/>
                <w:b w:val="0"/>
                <w:bCs/>
                <w:sz w:val="24"/>
                <w:szCs w:val="24"/>
                <w:lang w:eastAsia="pl-PL"/>
              </w:rPr>
              <w:t>P2S[4]F_04</w:t>
            </w:r>
          </w:p>
        </w:tc>
      </w:tr>
      <w:tr w:rsidR="00F9034B" w:rsidRPr="009C54AE" w14:paraId="2BABFE96" w14:textId="77777777" w:rsidTr="00C642B3">
        <w:tc>
          <w:tcPr>
            <w:tcW w:w="2694" w:type="dxa"/>
            <w:vAlign w:val="center"/>
          </w:tcPr>
          <w:p w14:paraId="7509DC59" w14:textId="77777777" w:rsidR="00F9034B" w:rsidRPr="009C54AE" w:rsidRDefault="00F9034B" w:rsidP="00F9034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6573C2B" w14:textId="77777777" w:rsidR="00F9034B" w:rsidRPr="00A206AF" w:rsidRDefault="00F9034B" w:rsidP="00F9034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F9034B" w:rsidRPr="009C54AE" w14:paraId="3A27DD97" w14:textId="77777777" w:rsidTr="00C642B3">
        <w:tc>
          <w:tcPr>
            <w:tcW w:w="2694" w:type="dxa"/>
            <w:vAlign w:val="center"/>
          </w:tcPr>
          <w:p w14:paraId="0052867B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FDC2D2" w14:textId="76F3F6FA" w:rsidR="00F9034B" w:rsidRPr="00A206AF" w:rsidRDefault="00132452" w:rsidP="00F9034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2452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Socjologicznych</w:t>
            </w:r>
          </w:p>
        </w:tc>
      </w:tr>
      <w:tr w:rsidR="00F9034B" w:rsidRPr="009C54AE" w14:paraId="10E56A80" w14:textId="77777777" w:rsidTr="00C642B3">
        <w:tc>
          <w:tcPr>
            <w:tcW w:w="2694" w:type="dxa"/>
            <w:vAlign w:val="center"/>
          </w:tcPr>
          <w:p w14:paraId="266CAFEA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A5777B" w14:textId="6074E269" w:rsidR="00F9034B" w:rsidRPr="00A206AF" w:rsidRDefault="00A06696" w:rsidP="00F9034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F9034B"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raca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F9034B"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>ocjalna</w:t>
            </w:r>
          </w:p>
        </w:tc>
      </w:tr>
      <w:tr w:rsidR="00F9034B" w:rsidRPr="009C54AE" w14:paraId="5B4AD97E" w14:textId="77777777" w:rsidTr="00C642B3">
        <w:tc>
          <w:tcPr>
            <w:tcW w:w="2694" w:type="dxa"/>
            <w:vAlign w:val="center"/>
          </w:tcPr>
          <w:p w14:paraId="4C33688C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3E979A" w14:textId="77777777" w:rsidR="00F9034B" w:rsidRPr="00A206AF" w:rsidRDefault="00F9034B" w:rsidP="00F9034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stopień</w:t>
            </w:r>
          </w:p>
        </w:tc>
      </w:tr>
      <w:tr w:rsidR="00F9034B" w:rsidRPr="009C54AE" w14:paraId="3131E086" w14:textId="77777777" w:rsidTr="00C642B3">
        <w:tc>
          <w:tcPr>
            <w:tcW w:w="2694" w:type="dxa"/>
            <w:vAlign w:val="center"/>
          </w:tcPr>
          <w:p w14:paraId="61869C00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1B950E" w14:textId="57AB4435" w:rsidR="00F9034B" w:rsidRPr="00A206AF" w:rsidRDefault="00A06696" w:rsidP="00F9034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F9034B"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F9034B" w:rsidRPr="009C54AE" w14:paraId="1D90DC22" w14:textId="77777777" w:rsidTr="00C642B3">
        <w:tc>
          <w:tcPr>
            <w:tcW w:w="2694" w:type="dxa"/>
            <w:vAlign w:val="center"/>
          </w:tcPr>
          <w:p w14:paraId="617F557C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FF69F5" w14:textId="76F85B9A" w:rsidR="00F9034B" w:rsidRPr="00A206AF" w:rsidRDefault="00A06696" w:rsidP="00F9034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F9034B"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F9034B" w:rsidRPr="009C54AE" w14:paraId="6AFA7436" w14:textId="77777777" w:rsidTr="00C642B3">
        <w:tc>
          <w:tcPr>
            <w:tcW w:w="2694" w:type="dxa"/>
            <w:vAlign w:val="center"/>
          </w:tcPr>
          <w:p w14:paraId="5959CF34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6EE956" w14:textId="6E50EE0F" w:rsidR="00F9034B" w:rsidRPr="00A206AF" w:rsidRDefault="00D82B82" w:rsidP="00F9034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="00F9034B"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2</w:t>
            </w:r>
            <w:r w:rsidR="00F9034B"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semestr </w:t>
            </w:r>
            <w:r w:rsidR="00F9034B">
              <w:rPr>
                <w:rFonts w:ascii="Corbel" w:hAnsi="Corbel"/>
                <w:b w:val="0"/>
                <w:color w:val="auto"/>
                <w:sz w:val="24"/>
                <w:szCs w:val="24"/>
              </w:rPr>
              <w:t>IV</w:t>
            </w:r>
          </w:p>
        </w:tc>
      </w:tr>
      <w:tr w:rsidR="00F9034B" w:rsidRPr="009C54AE" w14:paraId="7B245F14" w14:textId="77777777" w:rsidTr="00C642B3">
        <w:tc>
          <w:tcPr>
            <w:tcW w:w="2694" w:type="dxa"/>
            <w:vAlign w:val="center"/>
          </w:tcPr>
          <w:p w14:paraId="25493201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1029E8" w14:textId="790F94AC" w:rsidR="00F9034B" w:rsidRPr="00A206AF" w:rsidRDefault="00A06696" w:rsidP="00F9034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</w:t>
            </w:r>
            <w:r w:rsidR="00F9034B"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>akultatywny</w:t>
            </w:r>
          </w:p>
        </w:tc>
      </w:tr>
      <w:tr w:rsidR="00F9034B" w:rsidRPr="009C54AE" w14:paraId="1881318C" w14:textId="77777777" w:rsidTr="00C642B3">
        <w:tc>
          <w:tcPr>
            <w:tcW w:w="2694" w:type="dxa"/>
            <w:vAlign w:val="center"/>
          </w:tcPr>
          <w:p w14:paraId="3D606C24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216DE1" w14:textId="70D0C8FB" w:rsidR="00F9034B" w:rsidRPr="00A206AF" w:rsidRDefault="00A06696" w:rsidP="00F903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8B654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9034B" w:rsidRPr="00A206A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C642B3" w:rsidRPr="009C54AE" w14:paraId="74ABD358" w14:textId="77777777" w:rsidTr="00C642B3">
        <w:tc>
          <w:tcPr>
            <w:tcW w:w="2694" w:type="dxa"/>
            <w:vAlign w:val="center"/>
          </w:tcPr>
          <w:p w14:paraId="2F569569" w14:textId="77777777" w:rsidR="00C642B3" w:rsidRPr="009C54A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AEB6E9" w14:textId="28603914" w:rsidR="00C642B3" w:rsidRPr="009C54AE" w:rsidRDefault="0052306A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Agata Kotowska</w:t>
            </w:r>
          </w:p>
        </w:tc>
      </w:tr>
      <w:tr w:rsidR="00C642B3" w:rsidRPr="009C54AE" w14:paraId="48763F23" w14:textId="77777777" w:rsidTr="00C642B3">
        <w:tc>
          <w:tcPr>
            <w:tcW w:w="2694" w:type="dxa"/>
            <w:vAlign w:val="center"/>
          </w:tcPr>
          <w:p w14:paraId="7ED7DAD7" w14:textId="77777777" w:rsidR="00C642B3" w:rsidRPr="009C54A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9F35E52" w14:textId="03731F57" w:rsidR="00C642B3" w:rsidRPr="009C54AE" w:rsidRDefault="0052306A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Agata Kotowska</w:t>
            </w:r>
          </w:p>
        </w:tc>
      </w:tr>
    </w:tbl>
    <w:p w14:paraId="7B610943" w14:textId="77777777" w:rsidR="00923D7D" w:rsidRPr="009C54AE" w:rsidRDefault="0085747A" w:rsidP="00F9034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4AD509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F9976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4925177" w14:textId="77777777" w:rsidTr="00F9034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4A5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B82E0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B43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B2C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081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CDE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E50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3C8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C86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D3E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28C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223B736" w14:textId="77777777" w:rsidTr="00F9034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1E2B" w14:textId="77777777" w:rsidR="00015B8F" w:rsidRPr="009C54AE" w:rsidRDefault="00F903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E2C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175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69DB4" w14:textId="77777777" w:rsidR="00015B8F" w:rsidRPr="009C54AE" w:rsidRDefault="00F903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CE5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0E4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BBA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FCA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901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AB6CE" w14:textId="5CBBC580" w:rsidR="00015B8F" w:rsidRPr="009C54AE" w:rsidRDefault="00F903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</w:p>
        </w:tc>
      </w:tr>
    </w:tbl>
    <w:p w14:paraId="2F3832D6" w14:textId="77777777" w:rsidR="00923D7D" w:rsidRPr="009C54AE" w:rsidRDefault="00923D7D" w:rsidP="00F9034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A0319A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220D69" w14:textId="77777777" w:rsidR="00453D18" w:rsidRDefault="00453D18" w:rsidP="00F83B28">
      <w:pPr>
        <w:pStyle w:val="Punktygwne"/>
        <w:spacing w:before="0" w:after="0"/>
        <w:ind w:left="709"/>
        <w:rPr>
          <w:rFonts w:ascii="Corbel" w:eastAsia="MS Gothic" w:hAnsi="Corbel" w:cs="MS Gothic"/>
          <w:bCs/>
          <w:szCs w:val="24"/>
        </w:rPr>
      </w:pPr>
    </w:p>
    <w:p w14:paraId="03FB16D3" w14:textId="44F19D29" w:rsidR="0085747A" w:rsidRDefault="00F9034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9034B">
        <w:rPr>
          <w:rFonts w:ascii="Corbel" w:eastAsia="MS Gothic" w:hAnsi="Corbel" w:cs="MS Gothic"/>
          <w:bCs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4505238" w14:textId="77777777" w:rsidR="00A06696" w:rsidRPr="00A06696" w:rsidRDefault="00A06696" w:rsidP="00A06696">
      <w:pPr>
        <w:spacing w:after="0" w:line="240" w:lineRule="auto"/>
        <w:ind w:left="709"/>
        <w:rPr>
          <w:rFonts w:ascii="Corbel" w:hAnsi="Corbel"/>
          <w:smallCaps/>
          <w:sz w:val="24"/>
          <w:szCs w:val="24"/>
        </w:rPr>
      </w:pPr>
      <w:r w:rsidRPr="00A06696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A06696">
        <w:rPr>
          <w:rFonts w:ascii="Corbel" w:hAnsi="Corbel"/>
          <w:smallCaps/>
          <w:sz w:val="24"/>
          <w:szCs w:val="24"/>
        </w:rPr>
        <w:t xml:space="preserve"> </w:t>
      </w:r>
      <w:r w:rsidRPr="00A06696">
        <w:rPr>
          <w:rFonts w:ascii="Corbel" w:hAnsi="Corbel"/>
          <w:sz w:val="24"/>
          <w:szCs w:val="24"/>
        </w:rPr>
        <w:t>zajęcia realizowane z wykorzystaniem metod i technik kształcenia na odległość</w:t>
      </w:r>
    </w:p>
    <w:p w14:paraId="04270B56" w14:textId="77777777" w:rsidR="00A06696" w:rsidRPr="009C54AE" w:rsidRDefault="00A06696" w:rsidP="00A066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A74E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71F6E4" w14:textId="11566F35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B318906" w14:textId="77777777" w:rsidR="00A06696" w:rsidRDefault="00A06696" w:rsidP="00D82B82">
      <w:pPr>
        <w:pStyle w:val="Punktygwne"/>
        <w:spacing w:before="0" w:after="0"/>
        <w:ind w:left="851"/>
        <w:rPr>
          <w:rFonts w:ascii="Corbel" w:hAnsi="Corbel"/>
          <w:b w:val="0"/>
          <w:smallCaps w:val="0"/>
          <w:szCs w:val="24"/>
        </w:rPr>
      </w:pPr>
    </w:p>
    <w:p w14:paraId="6A197C84" w14:textId="14BB2971" w:rsidR="009C54AE" w:rsidRPr="00A06696" w:rsidRDefault="00F9034B" w:rsidP="00D82B82">
      <w:pPr>
        <w:pStyle w:val="Punktygwne"/>
        <w:spacing w:before="0" w:after="0"/>
        <w:ind w:left="851"/>
        <w:rPr>
          <w:rFonts w:ascii="Corbel" w:hAnsi="Corbel"/>
          <w:b w:val="0"/>
          <w:szCs w:val="24"/>
        </w:rPr>
      </w:pPr>
      <w:r w:rsidRPr="00A06696">
        <w:rPr>
          <w:rFonts w:ascii="Corbel" w:hAnsi="Corbel"/>
          <w:b w:val="0"/>
          <w:szCs w:val="24"/>
        </w:rPr>
        <w:t>zaliczenie z oceną</w:t>
      </w:r>
    </w:p>
    <w:p w14:paraId="6ECABF2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14F869" w14:textId="2A268D9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412F6AF" w14:textId="77777777" w:rsidR="00453D18" w:rsidRPr="009C54AE" w:rsidRDefault="00453D1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3259A88" w14:textId="77777777" w:rsidTr="00745302">
        <w:tc>
          <w:tcPr>
            <w:tcW w:w="9670" w:type="dxa"/>
          </w:tcPr>
          <w:p w14:paraId="068AD70C" w14:textId="5848A1B0" w:rsidR="003570E7" w:rsidRPr="003570E7" w:rsidRDefault="003570E7" w:rsidP="0052306A">
            <w:pPr>
              <w:numPr>
                <w:ilvl w:val="0"/>
                <w:numId w:val="5"/>
              </w:numPr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70E7">
              <w:rPr>
                <w:rFonts w:ascii="Corbel" w:hAnsi="Corbel"/>
                <w:sz w:val="24"/>
                <w:szCs w:val="24"/>
              </w:rPr>
              <w:t>Podstawowa wiedza z zakresu metodycznego działa</w:t>
            </w:r>
            <w:r w:rsidR="0052306A">
              <w:rPr>
                <w:rFonts w:ascii="Corbel" w:hAnsi="Corbel"/>
                <w:sz w:val="24"/>
                <w:szCs w:val="24"/>
              </w:rPr>
              <w:t xml:space="preserve">nia w obszarze wspierania osób </w:t>
            </w:r>
            <w:r w:rsidRPr="003570E7">
              <w:rPr>
                <w:rFonts w:ascii="Corbel" w:hAnsi="Corbel"/>
                <w:sz w:val="24"/>
                <w:szCs w:val="24"/>
              </w:rPr>
              <w:t>w podeszłym wieku</w:t>
            </w:r>
            <w:r w:rsidR="00F26DB1">
              <w:rPr>
                <w:rFonts w:ascii="Corbel" w:hAnsi="Corbel"/>
                <w:sz w:val="24"/>
                <w:szCs w:val="24"/>
              </w:rPr>
              <w:t xml:space="preserve"> oraz osób niepełnosprawnych.</w:t>
            </w:r>
          </w:p>
          <w:p w14:paraId="1768A76D" w14:textId="77777777" w:rsidR="003570E7" w:rsidRPr="003570E7" w:rsidRDefault="003570E7" w:rsidP="0052306A">
            <w:pPr>
              <w:numPr>
                <w:ilvl w:val="0"/>
                <w:numId w:val="5"/>
              </w:numPr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70E7">
              <w:rPr>
                <w:rFonts w:ascii="Corbel" w:hAnsi="Corbel"/>
                <w:sz w:val="24"/>
                <w:szCs w:val="24"/>
              </w:rPr>
              <w:t>Podstawowe umiejętności z zakresu komunikacji interpersonalnej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4EBBFB0" w14:textId="77777777" w:rsidR="003570E7" w:rsidRPr="00F26DB1" w:rsidRDefault="003570E7" w:rsidP="0052306A">
            <w:pPr>
              <w:numPr>
                <w:ilvl w:val="0"/>
                <w:numId w:val="5"/>
              </w:numPr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70E7">
              <w:rPr>
                <w:rFonts w:ascii="Corbel" w:hAnsi="Corbel"/>
                <w:sz w:val="24"/>
                <w:szCs w:val="24"/>
              </w:rPr>
              <w:lastRenderedPageBreak/>
              <w:t>Podstawowa wiedza dotycząca planowania pracy i wyznaczania celów</w:t>
            </w:r>
            <w:r w:rsidR="00F26DB1">
              <w:rPr>
                <w:rFonts w:ascii="Corbel" w:hAnsi="Corbel"/>
                <w:sz w:val="24"/>
                <w:szCs w:val="24"/>
              </w:rPr>
              <w:t xml:space="preserve"> w instytucjach pomocy społecznej.</w:t>
            </w:r>
          </w:p>
        </w:tc>
      </w:tr>
    </w:tbl>
    <w:p w14:paraId="54A613D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542768" w14:textId="43BE4022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178746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169965" w14:textId="77777777" w:rsidR="0085747A" w:rsidRDefault="0071620A" w:rsidP="00F54831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F07798E" w14:textId="77777777" w:rsidR="00F54831" w:rsidRPr="00F54831" w:rsidRDefault="00F54831" w:rsidP="00F54831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534"/>
      </w:tblGrid>
      <w:tr w:rsidR="00F54831" w:rsidRPr="00F54831" w14:paraId="2EB9125F" w14:textId="77777777" w:rsidTr="00227456">
        <w:trPr>
          <w:trHeight w:val="1078"/>
        </w:trPr>
        <w:tc>
          <w:tcPr>
            <w:tcW w:w="851" w:type="dxa"/>
            <w:vAlign w:val="center"/>
          </w:tcPr>
          <w:p w14:paraId="1CCF0977" w14:textId="77777777" w:rsidR="00F54831" w:rsidRPr="00F54831" w:rsidRDefault="00F54831" w:rsidP="00F5483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48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534" w:type="dxa"/>
            <w:vAlign w:val="center"/>
          </w:tcPr>
          <w:p w14:paraId="4DAADBA4" w14:textId="4495D90E" w:rsidR="00F54831" w:rsidRPr="00F54831" w:rsidRDefault="006D682C" w:rsidP="0052306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Nabycie wiedzy na temat mechanizmów adaptacyjnych człowieka oraz czynników na nie wpływających. Zaznajomienie się z dylematami</w:t>
            </w:r>
            <w:r w:rsidRPr="006D682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mieszkańców, ich rodzin oraz prac</w:t>
            </w:r>
            <w:r w:rsidR="00227456">
              <w:rPr>
                <w:rFonts w:ascii="Corbel" w:eastAsia="Times New Roman" w:hAnsi="Corbel"/>
                <w:sz w:val="24"/>
                <w:szCs w:val="24"/>
                <w:lang w:eastAsia="pl-PL"/>
              </w:rPr>
              <w:t>owników domów pomocy społecznej.</w:t>
            </w:r>
          </w:p>
        </w:tc>
      </w:tr>
      <w:tr w:rsidR="00F54831" w:rsidRPr="00F54831" w14:paraId="1B868D1A" w14:textId="77777777" w:rsidTr="00B9263E">
        <w:tc>
          <w:tcPr>
            <w:tcW w:w="851" w:type="dxa"/>
            <w:vAlign w:val="center"/>
          </w:tcPr>
          <w:p w14:paraId="0D02A0A7" w14:textId="77777777" w:rsidR="00F54831" w:rsidRPr="00F54831" w:rsidRDefault="00F54831" w:rsidP="00F5483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4831"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534" w:type="dxa"/>
            <w:vAlign w:val="center"/>
          </w:tcPr>
          <w:p w14:paraId="38D9EDDA" w14:textId="43BF189D" w:rsidR="00F54831" w:rsidRPr="00F54831" w:rsidRDefault="00227456" w:rsidP="00E45E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27456">
              <w:rPr>
                <w:rFonts w:ascii="Corbel" w:eastAsia="Times New Roman" w:hAnsi="Corbel"/>
                <w:sz w:val="24"/>
                <w:szCs w:val="24"/>
                <w:lang w:eastAsia="pl-PL"/>
              </w:rPr>
              <w:t>Nabycie wiedzy niezbędnej do pracy z osobą w podeszłym wieku lub/i z osobą niepełnosprawną, w tym form pracy z mieszkańcem przeżywającym proces adaptacji</w:t>
            </w:r>
            <w:r w:rsidR="00E45E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sposobów jego aktywizacji (z</w:t>
            </w:r>
            <w:r w:rsidR="00753F8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apoznanie się z przykładowym schematem procedury adaptacji </w:t>
            </w:r>
            <w:r w:rsidR="00E45E1D">
              <w:rPr>
                <w:rFonts w:ascii="Corbel" w:eastAsia="Times New Roman" w:hAnsi="Corbel"/>
                <w:sz w:val="24"/>
                <w:szCs w:val="24"/>
                <w:lang w:eastAsia="pl-PL"/>
              </w:rPr>
              <w:t>w DPS oraz</w:t>
            </w:r>
            <w:r w:rsidR="00753F8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zasadami przygotowania indywidualne</w:t>
            </w:r>
            <w:r w:rsidR="00E45E1D">
              <w:rPr>
                <w:rFonts w:ascii="Corbel" w:eastAsia="Times New Roman" w:hAnsi="Corbel"/>
                <w:sz w:val="24"/>
                <w:szCs w:val="24"/>
                <w:lang w:eastAsia="pl-PL"/>
              </w:rPr>
              <w:t>go planu wsparcia jego mieszkańca).</w:t>
            </w:r>
          </w:p>
        </w:tc>
      </w:tr>
    </w:tbl>
    <w:p w14:paraId="0672D1A8" w14:textId="77777777" w:rsidR="00F54831" w:rsidRPr="009C54AE" w:rsidRDefault="00F5483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E1CE7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ABB243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2"/>
        <w:gridCol w:w="5974"/>
        <w:gridCol w:w="1730"/>
      </w:tblGrid>
      <w:tr w:rsidR="0085747A" w:rsidRPr="009C54AE" w14:paraId="1B2C6458" w14:textId="77777777" w:rsidTr="00B9263E">
        <w:tc>
          <w:tcPr>
            <w:tcW w:w="1652" w:type="dxa"/>
            <w:vAlign w:val="center"/>
          </w:tcPr>
          <w:p w14:paraId="58694299" w14:textId="77777777" w:rsidR="0085747A" w:rsidRPr="003140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403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1403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1403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1403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92CC1A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30" w:type="dxa"/>
            <w:vAlign w:val="center"/>
          </w:tcPr>
          <w:p w14:paraId="250DBD8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CB3EC42" w14:textId="77777777" w:rsidTr="00B9263E">
        <w:tc>
          <w:tcPr>
            <w:tcW w:w="1652" w:type="dxa"/>
          </w:tcPr>
          <w:p w14:paraId="11125352" w14:textId="77777777" w:rsidR="0085747A" w:rsidRPr="003140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03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403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71331FB" w14:textId="77777777" w:rsidR="0085747A" w:rsidRPr="00D82B82" w:rsidRDefault="00EC7DAF" w:rsidP="00523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>Zna i rozumie (w stopniu pogłębionym) funkcjonowanie człowieka w strukturach społecznych i instytucjach życia publicznego oraz fundamentalne dylematy współczesnej cywilizacji</w:t>
            </w:r>
            <w:r w:rsidR="0023042E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 oraz ma wiedzę dotyczącą uwarunkowań </w:t>
            </w:r>
            <w:r w:rsidR="0023042E" w:rsidRPr="00D82B82">
              <w:rPr>
                <w:rFonts w:ascii="Corbel" w:hAnsi="Corbel"/>
                <w:b w:val="0"/>
                <w:smallCaps w:val="0"/>
                <w:szCs w:val="24"/>
              </w:rPr>
              <w:br/>
              <w:t>i zasad funkcjonowania mieszkańc</w:t>
            </w:r>
            <w:r w:rsidR="000415D3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ów </w:t>
            </w:r>
            <w:r w:rsidR="0023042E" w:rsidRPr="00D82B82">
              <w:rPr>
                <w:rFonts w:ascii="Corbel" w:hAnsi="Corbel"/>
                <w:b w:val="0"/>
                <w:smallCaps w:val="0"/>
                <w:szCs w:val="24"/>
              </w:rPr>
              <w:t>w DPS, w tym zna sposób dokumentowania pracy socjalnej z tymi mieszkańcami.</w:t>
            </w:r>
          </w:p>
        </w:tc>
        <w:tc>
          <w:tcPr>
            <w:tcW w:w="1730" w:type="dxa"/>
          </w:tcPr>
          <w:p w14:paraId="06711EB6" w14:textId="77777777" w:rsidR="0085747A" w:rsidRPr="009C54AE" w:rsidRDefault="005C28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2825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85747A" w:rsidRPr="009C54AE" w14:paraId="6D522F26" w14:textId="77777777" w:rsidTr="00B9263E">
        <w:tc>
          <w:tcPr>
            <w:tcW w:w="1652" w:type="dxa"/>
          </w:tcPr>
          <w:p w14:paraId="5D7B6608" w14:textId="77777777" w:rsidR="0085747A" w:rsidRPr="003140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0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2063ABD" w14:textId="77777777" w:rsidR="0085747A" w:rsidRPr="00D82B82" w:rsidRDefault="005C2825" w:rsidP="00523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Zna i w pogłębiony sposób analizuje zasady tworzenia </w:t>
            </w:r>
            <w:r w:rsidRPr="00D82B82">
              <w:rPr>
                <w:rFonts w:ascii="Corbel" w:hAnsi="Corbel"/>
                <w:b w:val="0"/>
                <w:smallCaps w:val="0"/>
                <w:szCs w:val="24"/>
              </w:rPr>
              <w:br/>
              <w:t>i podejmowania działań skierowanych na rozwiązywanie problemów z zakresu pracy socjalnej z zastosowaniem programów i projektów społecznych</w:t>
            </w:r>
            <w:r w:rsidR="0023042E" w:rsidRPr="00D82B8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3042E" w:rsidRPr="00D82B82">
              <w:rPr>
                <w:rFonts w:ascii="Corbel" w:hAnsi="Corbel"/>
                <w:b w:val="0"/>
                <w:smallCaps w:val="0"/>
                <w:szCs w:val="24"/>
              </w:rPr>
              <w:t>adresowanych do osób starszych i niepełnosprawnych jako mieszkańców DPS w celu przeciwdziałania bądź ograniczania skali ich wykluczenia społecznego.</w:t>
            </w:r>
            <w:r w:rsidR="00CE2C18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 Również ma wiedzę jak skonstruować indywidualny plan wsparcia mieszkańca DPS oraz jak dokonywać jego ewaluacji.</w:t>
            </w:r>
          </w:p>
        </w:tc>
        <w:tc>
          <w:tcPr>
            <w:tcW w:w="1730" w:type="dxa"/>
          </w:tcPr>
          <w:p w14:paraId="24084BD7" w14:textId="77777777" w:rsidR="0085747A" w:rsidRPr="009C54AE" w:rsidRDefault="005C28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2825">
              <w:rPr>
                <w:rFonts w:ascii="Corbel" w:hAnsi="Corbel"/>
                <w:b w:val="0"/>
                <w:smallCaps w:val="0"/>
                <w:szCs w:val="24"/>
              </w:rPr>
              <w:t>K_W17</w:t>
            </w:r>
          </w:p>
        </w:tc>
      </w:tr>
      <w:tr w:rsidR="0085747A" w:rsidRPr="009C54AE" w14:paraId="516DE196" w14:textId="77777777" w:rsidTr="00B9263E">
        <w:tc>
          <w:tcPr>
            <w:tcW w:w="1652" w:type="dxa"/>
          </w:tcPr>
          <w:p w14:paraId="04E7BFEA" w14:textId="77777777" w:rsidR="0085747A" w:rsidRPr="003140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03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2633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080D74C1" w14:textId="2AB674B0" w:rsidR="0096661F" w:rsidRPr="00D82B82" w:rsidRDefault="00D26339" w:rsidP="00523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Potrafi (w stopniu pogłębionym) analizować </w:t>
            </w:r>
            <w:r w:rsidRPr="00D82B82">
              <w:rPr>
                <w:rFonts w:ascii="Corbel" w:hAnsi="Corbel"/>
                <w:b w:val="0"/>
                <w:smallCaps w:val="0"/>
                <w:szCs w:val="24"/>
              </w:rPr>
              <w:br/>
              <w:t>i innowacyjnie rozwiązywać konkretne problemy społeczne odpowiednio uzasadniając swoje stanowisko oraz przeciwdziałać aktualnym problemom społecznym, proponując w tym zakresie odpowiednie rozstrzygnięcia</w:t>
            </w:r>
            <w:r w:rsidR="0052306A">
              <w:rPr>
                <w:rFonts w:ascii="Corbel" w:hAnsi="Corbel"/>
                <w:b w:val="0"/>
                <w:smallCaps w:val="0"/>
                <w:szCs w:val="24"/>
              </w:rPr>
              <w:t xml:space="preserve"> szczególnie</w:t>
            </w:r>
            <w:r w:rsidR="0096661F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 ukierunkowane  na tworzenie dobrych praktyk w zakresie adaptacji, wspierania i aktywizacji mieszkańców DPS, łącząc w tym celu zasoby DPS, aby móc osiągać cele tej instytucji </w:t>
            </w:r>
            <w:r w:rsidR="009A1386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zgodnie z jej misją oraz ograniczać </w:t>
            </w:r>
            <w:r w:rsidR="000415D3" w:rsidRPr="00D82B82">
              <w:rPr>
                <w:rFonts w:ascii="Corbel" w:hAnsi="Corbel"/>
                <w:b w:val="0"/>
                <w:smallCaps w:val="0"/>
                <w:szCs w:val="24"/>
              </w:rPr>
              <w:t>jednocześnie</w:t>
            </w:r>
            <w:r w:rsidR="009A1386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 wykluczenie społeczne osób starszych i niepełnosprawnych</w:t>
            </w:r>
            <w:r w:rsidR="00BD69BE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 (jako problem społ</w:t>
            </w:r>
            <w:r w:rsidR="00BB2E68" w:rsidRPr="00D82B82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D69BE" w:rsidRPr="00D82B82">
              <w:rPr>
                <w:rFonts w:ascii="Corbel" w:hAnsi="Corbel"/>
                <w:b w:val="0"/>
                <w:smallCaps w:val="0"/>
                <w:szCs w:val="24"/>
              </w:rPr>
              <w:t>czny).</w:t>
            </w:r>
          </w:p>
          <w:p w14:paraId="0744C0BF" w14:textId="77777777" w:rsidR="00723FC1" w:rsidRPr="00D82B82" w:rsidRDefault="00723FC1" w:rsidP="00523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>Potrafi opracować indywidualny plan wsparcia mieszkańca DPS.</w:t>
            </w:r>
          </w:p>
        </w:tc>
        <w:tc>
          <w:tcPr>
            <w:tcW w:w="1730" w:type="dxa"/>
          </w:tcPr>
          <w:p w14:paraId="73A30E70" w14:textId="77777777" w:rsidR="0085747A" w:rsidRPr="009C54AE" w:rsidRDefault="00D263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6339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D26339" w:rsidRPr="009C54AE" w14:paraId="70255C10" w14:textId="77777777" w:rsidTr="00B9263E">
        <w:tc>
          <w:tcPr>
            <w:tcW w:w="1652" w:type="dxa"/>
          </w:tcPr>
          <w:p w14:paraId="7F741DEA" w14:textId="77777777" w:rsidR="00D26339" w:rsidRPr="0031403C" w:rsidRDefault="00D263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5974" w:type="dxa"/>
          </w:tcPr>
          <w:p w14:paraId="24ACA5D3" w14:textId="77777777" w:rsidR="00D26339" w:rsidRPr="00D82B82" w:rsidRDefault="004B1F55" w:rsidP="00523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>Posiada umiejętność pogłębionej analizy zjawisk społecznych oraz w sposób praktyczny realizować fundamentalne i nowe role zawodowe pracownika socjalnego</w:t>
            </w:r>
            <w:r w:rsidR="00CE2C18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, w tym </w:t>
            </w:r>
            <w:r w:rsidR="00BD69BE" w:rsidRPr="00D82B82"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CE2C18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 podejmować działania występując w </w:t>
            </w:r>
            <w:r w:rsidR="00BD69BE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różnych </w:t>
            </w:r>
            <w:r w:rsidR="00CE2C18" w:rsidRPr="00D82B82">
              <w:rPr>
                <w:rFonts w:ascii="Corbel" w:hAnsi="Corbel"/>
                <w:b w:val="0"/>
                <w:smallCaps w:val="0"/>
                <w:szCs w:val="24"/>
              </w:rPr>
              <w:t>rolach m. in.: doradcy, negocjatora, mediatora, czy rzecznika interesu mieszkańca DPS</w:t>
            </w:r>
            <w:r w:rsidR="00BD69BE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1757B" w:rsidRPr="00D82B82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BD69BE" w:rsidRPr="00D82B82">
              <w:rPr>
                <w:rFonts w:ascii="Corbel" w:hAnsi="Corbel"/>
                <w:b w:val="0"/>
                <w:smallCaps w:val="0"/>
                <w:szCs w:val="24"/>
              </w:rPr>
              <w:t>i innych</w:t>
            </w:r>
            <w:r w:rsidR="00A1757B" w:rsidRPr="00D82B82">
              <w:rPr>
                <w:rFonts w:ascii="Corbel" w:hAnsi="Corbel"/>
                <w:b w:val="0"/>
                <w:smallCaps w:val="0"/>
                <w:szCs w:val="24"/>
              </w:rPr>
              <w:t>, jak również posiada umiejętność pracy zespołowej niezbędnej przy opracowaniu indywidualnego planu wsparcia mieszkańca DPS.</w:t>
            </w:r>
          </w:p>
        </w:tc>
        <w:tc>
          <w:tcPr>
            <w:tcW w:w="1730" w:type="dxa"/>
          </w:tcPr>
          <w:p w14:paraId="0E626766" w14:textId="77777777" w:rsidR="00D26339" w:rsidRPr="00D26339" w:rsidRDefault="00D263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D26339" w:rsidRPr="009C54AE" w14:paraId="28AB3F2A" w14:textId="77777777" w:rsidTr="00B9263E">
        <w:tc>
          <w:tcPr>
            <w:tcW w:w="1652" w:type="dxa"/>
          </w:tcPr>
          <w:p w14:paraId="6449D1DD" w14:textId="77777777" w:rsidR="00D26339" w:rsidRPr="0031403C" w:rsidRDefault="004B1F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F04F574" w14:textId="0D01F229" w:rsidR="00D26339" w:rsidRPr="00D82B82" w:rsidRDefault="005575DE" w:rsidP="00523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4B1F55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posługiwania się podejściami teoretycznymi </w:t>
            </w: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i wykorzystywania ich w sposób pogłębiony </w:t>
            </w:r>
            <w:r w:rsidR="004B1F55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w analizowaniu różnych aspektów ludzkich zachowań w celu diagnozowania, prognozowania oraz formułowania programów działań socjalnych w oparciu </w:t>
            </w:r>
            <w:r w:rsidR="0023042E" w:rsidRPr="00D82B82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4B1F55" w:rsidRPr="00D82B82">
              <w:rPr>
                <w:rFonts w:ascii="Corbel" w:hAnsi="Corbel"/>
                <w:b w:val="0"/>
                <w:smallCaps w:val="0"/>
                <w:szCs w:val="24"/>
              </w:rPr>
              <w:t>o konsultacje z interesariuszami zewnętrznymi</w:t>
            </w:r>
            <w:r w:rsidR="00BD69BE" w:rsidRPr="00D82B82">
              <w:rPr>
                <w:rFonts w:ascii="Corbel" w:hAnsi="Corbel"/>
                <w:b w:val="0"/>
                <w:smallCaps w:val="0"/>
                <w:szCs w:val="24"/>
              </w:rPr>
              <w:t>, w tym uwzględnia ich zalecenia w trakcie odpowiedzialnego tworzenia, monitorowania i ewaluacji indywidualnego planu wsparcia mieszkańca DPS.</w:t>
            </w:r>
          </w:p>
        </w:tc>
        <w:tc>
          <w:tcPr>
            <w:tcW w:w="1730" w:type="dxa"/>
          </w:tcPr>
          <w:p w14:paraId="7C49721A" w14:textId="77777777" w:rsidR="00D26339" w:rsidRPr="00D26339" w:rsidRDefault="004B1F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1F55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4CA30181" w14:textId="77777777" w:rsidR="005575DE" w:rsidRPr="009C54AE" w:rsidRDefault="005575D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7D842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E42F71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A0F5A3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85747A" w:rsidRPr="009C54AE" w14:paraId="0113D063" w14:textId="77777777" w:rsidTr="00B9263E">
        <w:tc>
          <w:tcPr>
            <w:tcW w:w="9491" w:type="dxa"/>
          </w:tcPr>
          <w:p w14:paraId="6A05F1A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2EC1D3A" w14:textId="77777777" w:rsidTr="00B9263E">
        <w:tc>
          <w:tcPr>
            <w:tcW w:w="9491" w:type="dxa"/>
          </w:tcPr>
          <w:p w14:paraId="702E1518" w14:textId="3D1BF759" w:rsidR="0085747A" w:rsidRPr="00453D18" w:rsidRDefault="00A06696" w:rsidP="00453D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-</w:t>
            </w:r>
          </w:p>
        </w:tc>
      </w:tr>
    </w:tbl>
    <w:p w14:paraId="272A017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878322" w14:textId="57DB65B0" w:rsidR="0085747A" w:rsidRDefault="0085747A" w:rsidP="001F483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Pr="00D82B82">
        <w:rPr>
          <w:rFonts w:ascii="Corbel" w:hAnsi="Corbel"/>
          <w:sz w:val="24"/>
          <w:szCs w:val="24"/>
        </w:rPr>
        <w:t>ćwiczeń audytoryjnych, konwersatoryjnych,</w:t>
      </w:r>
      <w:r w:rsidRPr="009C54AE">
        <w:rPr>
          <w:rFonts w:ascii="Corbel" w:hAnsi="Corbel"/>
          <w:sz w:val="24"/>
          <w:szCs w:val="24"/>
        </w:rPr>
        <w:t xml:space="preserve">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6D8EFE0" w14:textId="77777777" w:rsidR="00453D18" w:rsidRPr="001F4836" w:rsidRDefault="00453D18" w:rsidP="00453D18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85747A" w:rsidRPr="009C54AE" w14:paraId="23439546" w14:textId="77777777" w:rsidTr="00B9263E">
        <w:tc>
          <w:tcPr>
            <w:tcW w:w="9491" w:type="dxa"/>
          </w:tcPr>
          <w:p w14:paraId="16BE72B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 w:rsidR="003D2E30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996B2D" w:rsidRPr="009C54AE" w14:paraId="30F88B70" w14:textId="77777777" w:rsidTr="00B9263E">
        <w:tc>
          <w:tcPr>
            <w:tcW w:w="9491" w:type="dxa"/>
          </w:tcPr>
          <w:p w14:paraId="6D38A400" w14:textId="27A9B336" w:rsidR="00996B2D" w:rsidRPr="00A206AF" w:rsidRDefault="00996B2D" w:rsidP="00805AF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Zadania i uprawnienia pracownika so</w:t>
            </w:r>
            <w:r w:rsidR="00805AFF">
              <w:rPr>
                <w:rFonts w:ascii="Corbel" w:hAnsi="Corbel"/>
                <w:sz w:val="24"/>
                <w:szCs w:val="24"/>
              </w:rPr>
              <w:t>cjalnego wynikające z jego roli</w:t>
            </w:r>
            <w:r w:rsidRPr="00A206AF">
              <w:rPr>
                <w:rFonts w:ascii="Corbel" w:hAnsi="Corbel"/>
                <w:sz w:val="24"/>
                <w:szCs w:val="24"/>
              </w:rPr>
              <w:t xml:space="preserve"> w systemie pomocy społecznej.</w:t>
            </w:r>
            <w:r>
              <w:rPr>
                <w:rFonts w:ascii="Corbel" w:hAnsi="Corbel"/>
                <w:sz w:val="24"/>
                <w:szCs w:val="24"/>
              </w:rPr>
              <w:t xml:space="preserve"> Specyfika zadań pracownika socjalnego w DPS.</w:t>
            </w:r>
          </w:p>
        </w:tc>
      </w:tr>
      <w:tr w:rsidR="00996B2D" w:rsidRPr="009C54AE" w14:paraId="7F0EA83B" w14:textId="77777777" w:rsidTr="00805AFF">
        <w:trPr>
          <w:trHeight w:val="270"/>
        </w:trPr>
        <w:tc>
          <w:tcPr>
            <w:tcW w:w="9491" w:type="dxa"/>
          </w:tcPr>
          <w:p w14:paraId="4A0A0FD8" w14:textId="0CA048BC" w:rsidR="00996B2D" w:rsidRPr="00A206AF" w:rsidRDefault="00805AFF" w:rsidP="00805AF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5AFF">
              <w:rPr>
                <w:rFonts w:ascii="Corbel" w:hAnsi="Corbel"/>
                <w:sz w:val="24"/>
                <w:szCs w:val="24"/>
              </w:rPr>
              <w:t>Dylematy mieszkańców, ich rodzin oraz pracowników domów pomocy społecznej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05AFF" w:rsidRPr="009C54AE" w14:paraId="47976A22" w14:textId="77777777" w:rsidTr="00805AFF">
        <w:trPr>
          <w:trHeight w:val="376"/>
        </w:trPr>
        <w:tc>
          <w:tcPr>
            <w:tcW w:w="9491" w:type="dxa"/>
          </w:tcPr>
          <w:p w14:paraId="45C1D595" w14:textId="77777777" w:rsidR="00805AFF" w:rsidRDefault="00805AFF" w:rsidP="00805AF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Formy pracy z mieszkańcem przeżywającym proces adaptacji w DPS.</w:t>
            </w:r>
          </w:p>
          <w:p w14:paraId="06CB7D6D" w14:textId="5727DF97" w:rsidR="00805AFF" w:rsidRPr="00805AFF" w:rsidRDefault="00805AFF" w:rsidP="00805AF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</w:t>
            </w:r>
            <w:r w:rsidR="00E968BB">
              <w:rPr>
                <w:rFonts w:ascii="Corbel" w:hAnsi="Corbel"/>
                <w:sz w:val="24"/>
                <w:szCs w:val="24"/>
              </w:rPr>
              <w:t>cyfika pracy z osobami w podeszłym wieku</w:t>
            </w:r>
            <w:r>
              <w:rPr>
                <w:rFonts w:ascii="Corbel" w:hAnsi="Corbel"/>
                <w:sz w:val="24"/>
                <w:szCs w:val="24"/>
              </w:rPr>
              <w:t xml:space="preserve"> i niepełnosprawnymi.</w:t>
            </w:r>
          </w:p>
        </w:tc>
      </w:tr>
      <w:tr w:rsidR="00996B2D" w:rsidRPr="009C54AE" w14:paraId="1E7C6B76" w14:textId="77777777" w:rsidTr="00B9263E">
        <w:tc>
          <w:tcPr>
            <w:tcW w:w="9491" w:type="dxa"/>
          </w:tcPr>
          <w:p w14:paraId="7058ECAC" w14:textId="6D483375" w:rsidR="00996B2D" w:rsidRPr="00A206AF" w:rsidRDefault="00805AFF" w:rsidP="00805AF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5AFF">
              <w:rPr>
                <w:rFonts w:ascii="Corbel" w:hAnsi="Corbel"/>
                <w:sz w:val="24"/>
                <w:szCs w:val="24"/>
              </w:rPr>
              <w:t>Aktywizowanie mieszkańców domów pomocy społecznej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96B2D" w:rsidRPr="009C54AE" w14:paraId="1A21BED4" w14:textId="77777777" w:rsidTr="00B9263E">
        <w:tc>
          <w:tcPr>
            <w:tcW w:w="9491" w:type="dxa"/>
          </w:tcPr>
          <w:p w14:paraId="263353C7" w14:textId="77777777" w:rsidR="00996B2D" w:rsidRPr="00A206AF" w:rsidRDefault="00996B2D" w:rsidP="00805AF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Podejmowanie działań zaradczych w sytuacjach braku poczucia bezpieczeństwa mieszkańca</w:t>
            </w:r>
            <w:r>
              <w:rPr>
                <w:rFonts w:ascii="Corbel" w:hAnsi="Corbel"/>
                <w:sz w:val="24"/>
                <w:szCs w:val="24"/>
              </w:rPr>
              <w:t xml:space="preserve"> DPS</w:t>
            </w:r>
            <w:r w:rsidRPr="00A206A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96B2D" w:rsidRPr="009C54AE" w14:paraId="47175433" w14:textId="77777777" w:rsidTr="00B9263E">
        <w:tc>
          <w:tcPr>
            <w:tcW w:w="9491" w:type="dxa"/>
          </w:tcPr>
          <w:p w14:paraId="1BA29413" w14:textId="77777777" w:rsidR="00996B2D" w:rsidRPr="00A206AF" w:rsidRDefault="00996B2D" w:rsidP="00805AF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 xml:space="preserve">Sposoby ewaluacji sytuacji mieszkańca </w:t>
            </w:r>
            <w:r>
              <w:rPr>
                <w:rFonts w:ascii="Corbel" w:hAnsi="Corbel"/>
                <w:sz w:val="24"/>
                <w:szCs w:val="24"/>
              </w:rPr>
              <w:t xml:space="preserve">DPS </w:t>
            </w:r>
            <w:r w:rsidRPr="00A206AF">
              <w:rPr>
                <w:rFonts w:ascii="Corbel" w:hAnsi="Corbel"/>
                <w:sz w:val="24"/>
                <w:szCs w:val="24"/>
              </w:rPr>
              <w:t>i ocena efektywności działań pracownika pierwszego kontaktu.</w:t>
            </w:r>
          </w:p>
        </w:tc>
      </w:tr>
      <w:tr w:rsidR="00996B2D" w:rsidRPr="009C54AE" w14:paraId="32E05E75" w14:textId="77777777" w:rsidTr="00B9263E">
        <w:tc>
          <w:tcPr>
            <w:tcW w:w="9491" w:type="dxa"/>
          </w:tcPr>
          <w:p w14:paraId="65060450" w14:textId="6E6707CC" w:rsidR="00996B2D" w:rsidRPr="00A206AF" w:rsidRDefault="00996B2D" w:rsidP="00805AFF">
            <w:pPr>
              <w:pStyle w:val="Akapitzlist"/>
              <w:tabs>
                <w:tab w:val="right" w:pos="6588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 xml:space="preserve">Monitorowanie funkcjonowania mieszkańca </w:t>
            </w:r>
            <w:r>
              <w:rPr>
                <w:rFonts w:ascii="Corbel" w:hAnsi="Corbel"/>
                <w:sz w:val="24"/>
                <w:szCs w:val="24"/>
              </w:rPr>
              <w:t xml:space="preserve">DPS </w:t>
            </w:r>
            <w:r w:rsidR="00805AFF">
              <w:rPr>
                <w:rFonts w:ascii="Corbel" w:hAnsi="Corbel"/>
                <w:sz w:val="24"/>
                <w:szCs w:val="24"/>
              </w:rPr>
              <w:t>w nowym środowisku</w:t>
            </w:r>
            <w:r w:rsidRPr="00A206AF">
              <w:rPr>
                <w:rFonts w:ascii="Corbel" w:hAnsi="Corbel"/>
                <w:sz w:val="24"/>
                <w:szCs w:val="24"/>
              </w:rPr>
              <w:t>.</w:t>
            </w:r>
            <w:r w:rsidRPr="00A206AF">
              <w:rPr>
                <w:rFonts w:ascii="Corbel" w:hAnsi="Corbel"/>
                <w:sz w:val="24"/>
                <w:szCs w:val="24"/>
              </w:rPr>
              <w:tab/>
            </w:r>
          </w:p>
        </w:tc>
      </w:tr>
    </w:tbl>
    <w:p w14:paraId="36EEE849" w14:textId="77777777" w:rsidR="00B72E7D" w:rsidRPr="009C54AE" w:rsidRDefault="00B72E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5210F0" w14:textId="59AFBC14" w:rsidR="0085747A" w:rsidRPr="009C54AE" w:rsidRDefault="009F4610" w:rsidP="003D2E3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560878E" w14:textId="77777777" w:rsidR="003D2E30" w:rsidRDefault="003D2E30" w:rsidP="003D2E30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1E0838F2" w14:textId="3D046B51" w:rsidR="0052306A" w:rsidRPr="00A06696" w:rsidRDefault="00A06696" w:rsidP="0052306A">
      <w:pPr>
        <w:tabs>
          <w:tab w:val="left" w:pos="284"/>
        </w:tabs>
        <w:spacing w:after="0" w:line="360" w:lineRule="auto"/>
        <w:jc w:val="both"/>
        <w:rPr>
          <w:rFonts w:ascii="Corbel" w:hAnsi="Corbel"/>
          <w:i/>
          <w:iCs/>
          <w:sz w:val="24"/>
          <w:szCs w:val="24"/>
        </w:rPr>
      </w:pPr>
      <w:r>
        <w:rPr>
          <w:rFonts w:ascii="Corbel" w:hAnsi="Corbel"/>
          <w:i/>
          <w:iCs/>
          <w:sz w:val="24"/>
          <w:szCs w:val="24"/>
        </w:rPr>
        <w:t>A</w:t>
      </w:r>
      <w:r w:rsidR="0052306A" w:rsidRPr="00A06696">
        <w:rPr>
          <w:rFonts w:ascii="Corbel" w:hAnsi="Corbel"/>
          <w:i/>
          <w:iCs/>
          <w:sz w:val="24"/>
          <w:szCs w:val="24"/>
        </w:rPr>
        <w:t>naliza tekstów z dyskusją, analiza treści multimedialnych, studium przypadku, praca w grupach</w:t>
      </w:r>
    </w:p>
    <w:p w14:paraId="6A4853C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C38CF4" w14:textId="6ED9EB1A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00350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2C3D9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E42A1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9"/>
        <w:gridCol w:w="2119"/>
      </w:tblGrid>
      <w:tr w:rsidR="0085747A" w:rsidRPr="009C54AE" w14:paraId="570390E2" w14:textId="77777777" w:rsidTr="002946B3">
        <w:tc>
          <w:tcPr>
            <w:tcW w:w="1962" w:type="dxa"/>
            <w:vAlign w:val="center"/>
          </w:tcPr>
          <w:p w14:paraId="3D48925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24232BD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456745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9" w:type="dxa"/>
            <w:vAlign w:val="center"/>
          </w:tcPr>
          <w:p w14:paraId="33BAB44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CA3E7E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40D2B" w:rsidRPr="009C54AE" w14:paraId="52108C86" w14:textId="77777777" w:rsidTr="002946B3">
        <w:tc>
          <w:tcPr>
            <w:tcW w:w="1962" w:type="dxa"/>
          </w:tcPr>
          <w:p w14:paraId="3EDA0864" w14:textId="77777777" w:rsidR="00240D2B" w:rsidRPr="00B72E7D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39" w:type="dxa"/>
          </w:tcPr>
          <w:p w14:paraId="4D80B972" w14:textId="6D95D3DF" w:rsidR="00240D2B" w:rsidRPr="009C54AE" w:rsidRDefault="00240D2B" w:rsidP="00523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240D2B"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52306A">
              <w:rPr>
                <w:rFonts w:ascii="Corbel" w:hAnsi="Corbel"/>
                <w:b w:val="0"/>
                <w:szCs w:val="24"/>
              </w:rPr>
              <w:t>,</w:t>
            </w:r>
            <w:r w:rsidR="0052306A">
              <w:t xml:space="preserve"> </w:t>
            </w:r>
            <w:r w:rsidR="0052306A" w:rsidRPr="0052306A">
              <w:rPr>
                <w:rFonts w:ascii="Corbel" w:hAnsi="Corbel"/>
                <w:b w:val="0"/>
                <w:szCs w:val="24"/>
              </w:rPr>
              <w:t xml:space="preserve">kolokwium </w:t>
            </w:r>
          </w:p>
        </w:tc>
        <w:tc>
          <w:tcPr>
            <w:tcW w:w="2119" w:type="dxa"/>
          </w:tcPr>
          <w:p w14:paraId="5E573170" w14:textId="63FB18D1" w:rsidR="00240D2B" w:rsidRPr="00B72E7D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2E7D">
              <w:rPr>
                <w:rFonts w:ascii="Corbel" w:hAnsi="Corbel"/>
                <w:b w:val="0"/>
                <w:szCs w:val="24"/>
              </w:rPr>
              <w:t>Konw</w:t>
            </w:r>
            <w:r w:rsidR="00A06696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240D2B" w:rsidRPr="009C54AE" w14:paraId="1E2440CB" w14:textId="77777777" w:rsidTr="002946B3">
        <w:tc>
          <w:tcPr>
            <w:tcW w:w="1962" w:type="dxa"/>
          </w:tcPr>
          <w:p w14:paraId="5FEBCDAA" w14:textId="77777777" w:rsidR="00240D2B" w:rsidRPr="00B72E7D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2E7D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39" w:type="dxa"/>
          </w:tcPr>
          <w:p w14:paraId="743DDC8E" w14:textId="27EDFCDC" w:rsidR="00240D2B" w:rsidRPr="009C54AE" w:rsidRDefault="00240D2B" w:rsidP="00523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240D2B"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52306A">
              <w:rPr>
                <w:rFonts w:ascii="Corbel" w:hAnsi="Corbel"/>
                <w:b w:val="0"/>
                <w:szCs w:val="24"/>
              </w:rPr>
              <w:t xml:space="preserve">, </w:t>
            </w:r>
            <w:r w:rsidR="0052306A" w:rsidRPr="0052306A">
              <w:rPr>
                <w:rFonts w:ascii="Corbel" w:hAnsi="Corbel"/>
                <w:b w:val="0"/>
                <w:szCs w:val="24"/>
              </w:rPr>
              <w:t xml:space="preserve">kolokwium </w:t>
            </w:r>
          </w:p>
        </w:tc>
        <w:tc>
          <w:tcPr>
            <w:tcW w:w="2119" w:type="dxa"/>
          </w:tcPr>
          <w:p w14:paraId="04431FB6" w14:textId="2518FC80" w:rsidR="00240D2B" w:rsidRPr="009C54AE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2E7D">
              <w:rPr>
                <w:rFonts w:ascii="Corbel" w:hAnsi="Corbel"/>
                <w:b w:val="0"/>
                <w:szCs w:val="24"/>
              </w:rPr>
              <w:t>Konw</w:t>
            </w:r>
            <w:r w:rsidR="00A06696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240D2B" w:rsidRPr="009C54AE" w14:paraId="627CEB53" w14:textId="77777777" w:rsidTr="002946B3">
        <w:tc>
          <w:tcPr>
            <w:tcW w:w="1962" w:type="dxa"/>
          </w:tcPr>
          <w:p w14:paraId="6FD65DA5" w14:textId="77777777" w:rsidR="00240D2B" w:rsidRPr="00B72E7D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9" w:type="dxa"/>
          </w:tcPr>
          <w:p w14:paraId="0DD38219" w14:textId="700A5EA8" w:rsidR="00240D2B" w:rsidRPr="009C54AE" w:rsidRDefault="00240D2B" w:rsidP="00523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240D2B"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52306A">
              <w:rPr>
                <w:rFonts w:ascii="Corbel" w:hAnsi="Corbel"/>
                <w:b w:val="0"/>
                <w:szCs w:val="24"/>
              </w:rPr>
              <w:t xml:space="preserve">, </w:t>
            </w:r>
            <w:r w:rsidR="0052306A" w:rsidRPr="0052306A">
              <w:rPr>
                <w:rFonts w:ascii="Corbel" w:hAnsi="Corbel"/>
                <w:b w:val="0"/>
                <w:szCs w:val="24"/>
              </w:rPr>
              <w:t xml:space="preserve">kolokwium </w:t>
            </w:r>
          </w:p>
        </w:tc>
        <w:tc>
          <w:tcPr>
            <w:tcW w:w="2119" w:type="dxa"/>
          </w:tcPr>
          <w:p w14:paraId="0632B601" w14:textId="2FFBBB7F" w:rsidR="00240D2B" w:rsidRPr="009C54AE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2E7D">
              <w:rPr>
                <w:rFonts w:ascii="Corbel" w:hAnsi="Corbel"/>
                <w:b w:val="0"/>
                <w:szCs w:val="24"/>
              </w:rPr>
              <w:t>Kon</w:t>
            </w:r>
            <w:r w:rsidR="00A06696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240D2B" w:rsidRPr="009C54AE" w14:paraId="0B8B6759" w14:textId="77777777" w:rsidTr="002946B3">
        <w:tc>
          <w:tcPr>
            <w:tcW w:w="1962" w:type="dxa"/>
          </w:tcPr>
          <w:p w14:paraId="6D5CBA5F" w14:textId="77777777" w:rsidR="00240D2B" w:rsidRPr="009C54AE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9" w:type="dxa"/>
          </w:tcPr>
          <w:p w14:paraId="1966CBF2" w14:textId="7B8448E0" w:rsidR="00240D2B" w:rsidRPr="009C54AE" w:rsidRDefault="00240D2B" w:rsidP="005230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0D2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9" w:type="dxa"/>
          </w:tcPr>
          <w:p w14:paraId="17AAB917" w14:textId="3ECC469B" w:rsidR="00240D2B" w:rsidRPr="009C54AE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2E7D">
              <w:rPr>
                <w:rFonts w:ascii="Corbel" w:hAnsi="Corbel"/>
                <w:b w:val="0"/>
                <w:szCs w:val="24"/>
              </w:rPr>
              <w:t>Konw</w:t>
            </w:r>
            <w:r w:rsidR="00A06696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240D2B" w:rsidRPr="009C54AE" w14:paraId="2EB1A837" w14:textId="77777777" w:rsidTr="002946B3">
        <w:tc>
          <w:tcPr>
            <w:tcW w:w="1962" w:type="dxa"/>
          </w:tcPr>
          <w:p w14:paraId="7E087973" w14:textId="77777777" w:rsidR="00240D2B" w:rsidRPr="009C54AE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9" w:type="dxa"/>
          </w:tcPr>
          <w:p w14:paraId="262832DB" w14:textId="77777777" w:rsidR="00240D2B" w:rsidRPr="009C54AE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0D2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9" w:type="dxa"/>
          </w:tcPr>
          <w:p w14:paraId="6F33BB9F" w14:textId="1B4CEDAC" w:rsidR="00240D2B" w:rsidRPr="009C54AE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2E7D">
              <w:rPr>
                <w:rFonts w:ascii="Corbel" w:hAnsi="Corbel"/>
                <w:b w:val="0"/>
                <w:szCs w:val="24"/>
              </w:rPr>
              <w:t>Konw</w:t>
            </w:r>
            <w:r w:rsidR="00A06696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708F1DB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74109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8ACFDF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0DFF4F" w14:textId="77777777" w:rsidTr="00923D7D">
        <w:tc>
          <w:tcPr>
            <w:tcW w:w="9670" w:type="dxa"/>
          </w:tcPr>
          <w:p w14:paraId="4DE57032" w14:textId="0C6588C1" w:rsidR="0085747A" w:rsidRPr="00CE7062" w:rsidRDefault="00CE7062" w:rsidP="00CE706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52306A" w:rsidRPr="003C5882">
              <w:rPr>
                <w:rFonts w:ascii="Corbel" w:hAnsi="Corbel"/>
                <w:sz w:val="24"/>
                <w:szCs w:val="24"/>
              </w:rPr>
              <w:t>zyskanie min. 50 proc. maksymalnej liczby punktów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2086F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98977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0F893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6123D2A" w14:textId="77777777" w:rsidTr="00953B6A">
        <w:tc>
          <w:tcPr>
            <w:tcW w:w="4902" w:type="dxa"/>
            <w:vAlign w:val="center"/>
          </w:tcPr>
          <w:p w14:paraId="1B4C7B7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02A693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53B6A" w:rsidRPr="009C54AE" w14:paraId="100A87DE" w14:textId="77777777" w:rsidTr="00953B6A">
        <w:tc>
          <w:tcPr>
            <w:tcW w:w="4902" w:type="dxa"/>
          </w:tcPr>
          <w:p w14:paraId="14C14F39" w14:textId="6CE311BB" w:rsidR="00953B6A" w:rsidRPr="009C54AE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570904D0" w14:textId="77777777" w:rsidR="00953B6A" w:rsidRPr="00A206AF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53B6A" w:rsidRPr="009C54AE" w14:paraId="7761FABE" w14:textId="77777777" w:rsidTr="00953B6A">
        <w:tc>
          <w:tcPr>
            <w:tcW w:w="4902" w:type="dxa"/>
          </w:tcPr>
          <w:p w14:paraId="7F0AFD20" w14:textId="77777777" w:rsidR="00953B6A" w:rsidRPr="009C54AE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39DBEA4" w14:textId="77777777" w:rsidR="00953B6A" w:rsidRPr="009C54AE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35A789E6" w14:textId="7C9FC3CC" w:rsidR="00953B6A" w:rsidRPr="00A206AF" w:rsidRDefault="00CE33AF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53B6A" w:rsidRPr="009C54AE" w14:paraId="3CD8D8A0" w14:textId="77777777" w:rsidTr="00953B6A">
        <w:tc>
          <w:tcPr>
            <w:tcW w:w="4902" w:type="dxa"/>
          </w:tcPr>
          <w:p w14:paraId="04DD4217" w14:textId="77777777" w:rsidR="00953B6A" w:rsidRPr="009C54AE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7337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opracowanie indywidualnego planu wsparcia mieszkańca DPS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18" w:type="dxa"/>
          </w:tcPr>
          <w:p w14:paraId="373D1198" w14:textId="658432BB" w:rsidR="00953B6A" w:rsidRPr="00A206AF" w:rsidRDefault="00CE33AF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44</w:t>
            </w:r>
          </w:p>
        </w:tc>
      </w:tr>
      <w:tr w:rsidR="00953B6A" w:rsidRPr="009C54AE" w14:paraId="42CA267C" w14:textId="77777777" w:rsidTr="00953B6A">
        <w:tc>
          <w:tcPr>
            <w:tcW w:w="4902" w:type="dxa"/>
          </w:tcPr>
          <w:p w14:paraId="65FB34E2" w14:textId="77777777" w:rsidR="00953B6A" w:rsidRPr="009C54AE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128BC3B" w14:textId="77777777" w:rsidR="00953B6A" w:rsidRPr="00A206AF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953B6A" w:rsidRPr="009C54AE" w14:paraId="7EEA9760" w14:textId="77777777" w:rsidTr="00953B6A">
        <w:tc>
          <w:tcPr>
            <w:tcW w:w="4902" w:type="dxa"/>
          </w:tcPr>
          <w:p w14:paraId="6033310C" w14:textId="77777777" w:rsidR="00953B6A" w:rsidRPr="009C54AE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6ED7692" w14:textId="77777777" w:rsidR="00953B6A" w:rsidRPr="00A206AF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8BE440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436CE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B47BAE" w14:textId="009D3111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DF9A5C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53D18" w:rsidRPr="009C54AE" w14:paraId="556F2A36" w14:textId="77777777" w:rsidTr="00453D18">
        <w:trPr>
          <w:trHeight w:val="397"/>
        </w:trPr>
        <w:tc>
          <w:tcPr>
            <w:tcW w:w="3544" w:type="dxa"/>
          </w:tcPr>
          <w:p w14:paraId="0D5A1F96" w14:textId="77777777" w:rsidR="00453D18" w:rsidRPr="009C54AE" w:rsidRDefault="00453D18" w:rsidP="00453D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57A71DE" w14:textId="5DEF66AE" w:rsidR="00453D18" w:rsidRPr="009C54AE" w:rsidRDefault="005326C9" w:rsidP="00453D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</w:rPr>
              <w:t>nie dotyczy</w:t>
            </w:r>
          </w:p>
        </w:tc>
      </w:tr>
      <w:tr w:rsidR="00453D18" w:rsidRPr="009C54AE" w14:paraId="57486998" w14:textId="77777777" w:rsidTr="00453D18">
        <w:trPr>
          <w:trHeight w:val="397"/>
        </w:trPr>
        <w:tc>
          <w:tcPr>
            <w:tcW w:w="3544" w:type="dxa"/>
          </w:tcPr>
          <w:p w14:paraId="24B34E48" w14:textId="77777777" w:rsidR="00453D18" w:rsidRPr="009C54AE" w:rsidRDefault="00453D18" w:rsidP="00453D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DCEF2E1" w14:textId="2FAA8F1F" w:rsidR="00453D18" w:rsidRPr="009C54AE" w:rsidRDefault="005326C9" w:rsidP="00453D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</w:rPr>
              <w:t>nie dotyczy</w:t>
            </w:r>
          </w:p>
        </w:tc>
      </w:tr>
    </w:tbl>
    <w:p w14:paraId="1007CD7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629252" w14:textId="77777777" w:rsidR="0085747A" w:rsidRPr="00CB0217" w:rsidRDefault="00675843" w:rsidP="00CB021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E9414D3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F81D9F" w:rsidRPr="00F81D9F" w14:paraId="3ACD90D4" w14:textId="77777777" w:rsidTr="00B9263E">
        <w:trPr>
          <w:trHeight w:val="397"/>
        </w:trPr>
        <w:tc>
          <w:tcPr>
            <w:tcW w:w="9072" w:type="dxa"/>
          </w:tcPr>
          <w:p w14:paraId="343E21B7" w14:textId="4631AC0D" w:rsidR="00981CCD" w:rsidRPr="00981CCD" w:rsidRDefault="00F81D9F" w:rsidP="00981C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1" w:name="_Hlk55295105"/>
            <w:r w:rsidRPr="00981CCD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EA04558" w14:textId="77777777" w:rsidR="00981CCD" w:rsidRPr="00981CCD" w:rsidRDefault="00981CCD" w:rsidP="00981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CCD">
              <w:rPr>
                <w:rFonts w:ascii="Corbel" w:eastAsia="Times New Roman" w:hAnsi="Corbel"/>
                <w:sz w:val="24"/>
                <w:szCs w:val="24"/>
                <w:lang w:eastAsia="pl-PL"/>
              </w:rPr>
              <w:t>Kijak, R., Podgórska-Jachnik, D., Stec, K. (red.) (2020). Niepełnosprawność – Wyzwania – Praca socjalna. Warszawa: Difin.</w:t>
            </w:r>
          </w:p>
          <w:p w14:paraId="75910EF7" w14:textId="77777777" w:rsidR="00981CCD" w:rsidRPr="00981CCD" w:rsidRDefault="00981CCD" w:rsidP="00981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CCD">
              <w:rPr>
                <w:rFonts w:ascii="Corbel" w:eastAsia="Times New Roman" w:hAnsi="Corbel"/>
                <w:sz w:val="24"/>
                <w:szCs w:val="24"/>
                <w:lang w:eastAsia="pl-PL"/>
              </w:rPr>
              <w:t>Niedbalski, J. (2017). Żyć i pracować w domu pomocy społecznej. Socjologiczne studium interakcji personelu z upośledzonymi umysłowo podopiecznymi. Łódź: Wydawnictwo Uniwersytetu Łódzkiego.</w:t>
            </w:r>
          </w:p>
          <w:p w14:paraId="58F81D4E" w14:textId="797DC9ED" w:rsidR="00981CCD" w:rsidRPr="00981CCD" w:rsidRDefault="00981CCD" w:rsidP="00981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CCD">
              <w:rPr>
                <w:rFonts w:ascii="Corbel" w:eastAsia="Times New Roman" w:hAnsi="Corbel"/>
                <w:sz w:val="24"/>
                <w:szCs w:val="24"/>
                <w:lang w:eastAsia="pl-PL"/>
              </w:rPr>
              <w:t>Niezabitowski, M. (2015). Adaptacja osób starszych do środowiska domu pomocy społecznej - przyczynek do analizy wybran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ych aspektów psychospołecznych w:</w:t>
            </w:r>
            <w:r w:rsidRPr="00981CC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Zeszyty Naukowe. Organizacja i Zarządzanie/ Politechnika Śląska. z. 85. s. 347-369.</w:t>
            </w:r>
          </w:p>
          <w:p w14:paraId="418911AD" w14:textId="77777777" w:rsidR="00981CCD" w:rsidRPr="00981CCD" w:rsidRDefault="00981CCD" w:rsidP="00981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CCD">
              <w:rPr>
                <w:rFonts w:ascii="Corbel" w:eastAsia="Times New Roman" w:hAnsi="Corbel"/>
                <w:sz w:val="24"/>
                <w:szCs w:val="24"/>
                <w:lang w:eastAsia="pl-PL"/>
              </w:rPr>
              <w:t>https://bip.brpo.gov.pl/sites/default/files/%2FSynteza%20-%20Systemu%20wsparcia%20osob%20starszych.pdf</w:t>
            </w:r>
          </w:p>
          <w:p w14:paraId="4277F99B" w14:textId="48672B9F" w:rsidR="00981CCD" w:rsidRPr="00981CCD" w:rsidRDefault="00981CCD" w:rsidP="00981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CCD">
              <w:rPr>
                <w:rFonts w:ascii="Corbel" w:eastAsia="Times New Roman" w:hAnsi="Corbel"/>
                <w:sz w:val="24"/>
                <w:szCs w:val="24"/>
                <w:lang w:eastAsia="pl-PL"/>
              </w:rPr>
              <w:t>Ostrowska, A. (2009). Niepełnosprawność, rehabilitacja i integracja społec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zna osób niepełnosprawnych. w:</w:t>
            </w:r>
            <w:r w:rsidRPr="00981CC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Socjologia medycyny: podejmowane problemy, kategorie analizy. Ostrowska, A. (red.). Warszawa: Wydaw. IFiS PAN.</w:t>
            </w:r>
          </w:p>
          <w:p w14:paraId="0FAF8E65" w14:textId="77777777" w:rsidR="00981CCD" w:rsidRPr="00981CCD" w:rsidRDefault="00981CCD" w:rsidP="00981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CCD">
              <w:rPr>
                <w:rFonts w:ascii="Corbel" w:eastAsia="Times New Roman" w:hAnsi="Corbel"/>
                <w:sz w:val="24"/>
                <w:szCs w:val="24"/>
                <w:lang w:eastAsia="pl-PL"/>
              </w:rPr>
              <w:t>https://rcin.org.pl/Content/151584/WA004_181236_P83356_Ostrowska-Niepelnosprawnosc.pdf</w:t>
            </w:r>
          </w:p>
          <w:p w14:paraId="5CF67F6C" w14:textId="77777777" w:rsidR="00981CCD" w:rsidRPr="00981CCD" w:rsidRDefault="00981CCD" w:rsidP="00981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CCD">
              <w:rPr>
                <w:rFonts w:ascii="Corbel" w:eastAsia="Times New Roman" w:hAnsi="Corbel"/>
                <w:sz w:val="24"/>
                <w:szCs w:val="24"/>
                <w:lang w:eastAsia="pl-PL"/>
              </w:rPr>
              <w:t>Jaraczewska J.M., Krasiejko I. (red.) (2012). Dialog Motywujący w teorii praktyce. Motywowanie do zmiany w pracy socjalnej i terapii. Toruń: Akapit.</w:t>
            </w:r>
          </w:p>
          <w:p w14:paraId="77833E0E" w14:textId="77777777" w:rsidR="00981CCD" w:rsidRPr="00981CCD" w:rsidRDefault="00981CCD" w:rsidP="00981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CCD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Zawada A., Aktywizowanie mieszkańców domów pomocy społecznej, „Praca Socjalna”,  2007, R. 22 [nr 1] , s. 90-96.</w:t>
            </w:r>
          </w:p>
          <w:p w14:paraId="5D4F005B" w14:textId="00F0878A" w:rsidR="00F81D9F" w:rsidRPr="00981CCD" w:rsidRDefault="00981CCD" w:rsidP="00981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CCD">
              <w:rPr>
                <w:rFonts w:ascii="Corbel" w:eastAsia="Times New Roman" w:hAnsi="Corbel"/>
                <w:sz w:val="24"/>
                <w:szCs w:val="24"/>
                <w:lang w:eastAsia="pl-PL"/>
              </w:rPr>
              <w:t>Rosłonowska, M. (2021). Starość w obiektywie. Dylematy mieszkańców, ich rodzin oraz pracowników domów pomocy społecznej. Warszawa: Wydawnictwo Rozpisani.pl.</w:t>
            </w:r>
          </w:p>
        </w:tc>
      </w:tr>
      <w:tr w:rsidR="00F81D9F" w:rsidRPr="009A1DB2" w14:paraId="2CDC5A81" w14:textId="77777777" w:rsidTr="00B9263E">
        <w:trPr>
          <w:trHeight w:val="397"/>
        </w:trPr>
        <w:tc>
          <w:tcPr>
            <w:tcW w:w="9072" w:type="dxa"/>
          </w:tcPr>
          <w:p w14:paraId="4F061F5F" w14:textId="4EE272E7" w:rsidR="002C23DF" w:rsidRPr="00981CCD" w:rsidRDefault="00F81D9F" w:rsidP="002C23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1CCD">
              <w:rPr>
                <w:rFonts w:ascii="Corbel" w:hAnsi="Corbel"/>
                <w:sz w:val="24"/>
                <w:szCs w:val="24"/>
              </w:rPr>
              <w:lastRenderedPageBreak/>
              <w:t xml:space="preserve">Literatura uzupełniająca: </w:t>
            </w:r>
          </w:p>
          <w:p w14:paraId="2F6F1934" w14:textId="548C79AB" w:rsidR="00981CCD" w:rsidRPr="00981CCD" w:rsidRDefault="00981CCD" w:rsidP="00981C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CCD">
              <w:rPr>
                <w:rFonts w:ascii="Corbel" w:hAnsi="Corbel"/>
                <w:sz w:val="24"/>
                <w:szCs w:val="24"/>
              </w:rPr>
              <w:t>Panasiuk, J. (2019). Język a komunikacja w afazji. Seria: Komunikacja językowa i jej zaburzenia. Lublin: Wydawnictwo UMCS.</w:t>
            </w:r>
          </w:p>
          <w:p w14:paraId="5426B921" w14:textId="77777777" w:rsidR="00981CCD" w:rsidRPr="00981CCD" w:rsidRDefault="00981CCD" w:rsidP="00981C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CCD">
              <w:rPr>
                <w:rFonts w:ascii="Corbel" w:hAnsi="Corbel"/>
                <w:sz w:val="24"/>
                <w:szCs w:val="24"/>
              </w:rPr>
              <w:t>Mielczarek, A. (2006). Adaptacja człowieka starszego do życia w domu pomocy społecznej. „Roczniki Naukowe Caritas”. R. 10. s. 75-89.</w:t>
            </w:r>
          </w:p>
          <w:p w14:paraId="6C990DA3" w14:textId="77777777" w:rsidR="00981CCD" w:rsidRPr="00981CCD" w:rsidRDefault="00981CCD" w:rsidP="00981C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CCD">
              <w:rPr>
                <w:rFonts w:ascii="Corbel" w:hAnsi="Corbel"/>
                <w:sz w:val="24"/>
                <w:szCs w:val="24"/>
              </w:rPr>
              <w:t>Tarkowski, Z., Jurkiewicz C. (2001). Indywidualny plan wspierania mieszkańca Domu Pomocy Społecznej. Lublin: Wydawnictwo Fundacji „ORATOR”.</w:t>
            </w:r>
          </w:p>
          <w:p w14:paraId="46AD2093" w14:textId="77777777" w:rsidR="00981CCD" w:rsidRPr="00981CCD" w:rsidRDefault="00981CCD" w:rsidP="00981C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CCD">
              <w:rPr>
                <w:rFonts w:ascii="Corbel" w:hAnsi="Corbel"/>
                <w:sz w:val="24"/>
                <w:szCs w:val="24"/>
              </w:rPr>
              <w:t xml:space="preserve">Tarkowski  Z., Jurkiewicz C. (1997). Skala Aktywności i strategie aktywizacji mieszkańca domu pomocy społecznej. Lublin: Wydawnictwo Fundacji „ORATOR”. </w:t>
            </w:r>
          </w:p>
          <w:p w14:paraId="7AC772B4" w14:textId="77777777" w:rsidR="00981CCD" w:rsidRPr="00981CCD" w:rsidRDefault="00981CCD" w:rsidP="00981C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CCD">
              <w:rPr>
                <w:rFonts w:ascii="Corbel" w:hAnsi="Corbel"/>
                <w:sz w:val="24"/>
                <w:szCs w:val="24"/>
              </w:rPr>
              <w:t>Szpunar, M. (red.) (2011). Asystentura rodziny: Nowatorska metoda pomocy społecznej w Polsce. Gdynia – Gdańsk: Miejski Ośrodek Pomocy Społecznej: Uniwersytet Gdański.</w:t>
            </w:r>
          </w:p>
          <w:p w14:paraId="50885249" w14:textId="77777777" w:rsidR="00981CCD" w:rsidRPr="00981CCD" w:rsidRDefault="00981CCD" w:rsidP="00981C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CCD">
              <w:rPr>
                <w:rFonts w:ascii="Corbel" w:hAnsi="Corbel"/>
                <w:sz w:val="24"/>
                <w:szCs w:val="24"/>
              </w:rPr>
              <w:t>Piekut-Brodzka, D. M. (2004). Dom pomocy społecznej jako miejsce życia osób starszych, niepełnosprawnych. „Rocznik Teologiczny”. R. 46.  z. 1. s. 95-102.</w:t>
            </w:r>
          </w:p>
          <w:p w14:paraId="18C98DC5" w14:textId="77777777" w:rsidR="00981CCD" w:rsidRPr="00981CCD" w:rsidRDefault="00981CCD" w:rsidP="00981C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981CCD">
              <w:rPr>
                <w:rFonts w:ascii="Corbel" w:hAnsi="Corbel"/>
                <w:sz w:val="24"/>
                <w:szCs w:val="24"/>
              </w:rPr>
              <w:t xml:space="preserve">Podgórska-Jachnik, D., Wróbel A. (2004). Domy pomocy społecznej i wspólnoty życia jako alternatywne formy opieki całkowitej nad osobami upośledzonymi umysłowo. </w:t>
            </w:r>
            <w:r w:rsidRPr="00981CCD">
              <w:rPr>
                <w:rFonts w:ascii="Corbel" w:hAnsi="Corbel"/>
                <w:sz w:val="24"/>
                <w:szCs w:val="24"/>
                <w:lang w:val="en-US"/>
              </w:rPr>
              <w:t>„Niepełnosprawność i Rehabilitacja”. R. 4. nr 3. s. 52-61.</w:t>
            </w:r>
          </w:p>
          <w:p w14:paraId="07506A7A" w14:textId="77777777" w:rsidR="00981CCD" w:rsidRPr="00981CCD" w:rsidRDefault="00981CCD" w:rsidP="00981C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981CCD">
              <w:rPr>
                <w:rFonts w:ascii="Corbel" w:hAnsi="Corbel"/>
                <w:sz w:val="24"/>
                <w:szCs w:val="24"/>
                <w:lang w:val="en-US"/>
              </w:rPr>
              <w:t>Ahessy, B. (2020). Creative Arts Therapies in Disability Settings. Frontline Magazine. November.</w:t>
            </w:r>
          </w:p>
          <w:p w14:paraId="302C4192" w14:textId="33118EBB" w:rsidR="00CE33AF" w:rsidRPr="00981CCD" w:rsidRDefault="00981CCD" w:rsidP="00981C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981CCD">
              <w:rPr>
                <w:rFonts w:ascii="Corbel" w:hAnsi="Corbel"/>
                <w:sz w:val="24"/>
                <w:szCs w:val="24"/>
                <w:lang w:val="en-US"/>
              </w:rPr>
              <w:t>https://www.researchgate.net/publication/346490320_Creative_Arts_Therapies_in_Disability_Settings</w:t>
            </w:r>
          </w:p>
        </w:tc>
      </w:tr>
      <w:bookmarkEnd w:id="1"/>
    </w:tbl>
    <w:p w14:paraId="1C88BFE3" w14:textId="77777777" w:rsidR="00F81D9F" w:rsidRPr="00981CCD" w:rsidRDefault="00F81D9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453623B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bookmarkStart w:id="2" w:name="_Hlk55295126"/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  <w:bookmarkEnd w:id="2"/>
    </w:p>
    <w:sectPr w:rsidR="0085747A" w:rsidRPr="009C54AE" w:rsidSect="00453D18">
      <w:footerReference w:type="default" r:id="rId11"/>
      <w:pgSz w:w="11906" w:h="16838"/>
      <w:pgMar w:top="426" w:right="1134" w:bottom="567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91113" w14:textId="77777777" w:rsidR="000C6B47" w:rsidRDefault="000C6B47" w:rsidP="00C16ABF">
      <w:pPr>
        <w:spacing w:after="0" w:line="240" w:lineRule="auto"/>
      </w:pPr>
      <w:r>
        <w:separator/>
      </w:r>
    </w:p>
  </w:endnote>
  <w:endnote w:type="continuationSeparator" w:id="0">
    <w:p w14:paraId="412A3F19" w14:textId="77777777" w:rsidR="000C6B47" w:rsidRDefault="000C6B4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8617927"/>
      <w:docPartObj>
        <w:docPartGallery w:val="Page Numbers (Bottom of Page)"/>
        <w:docPartUnique/>
      </w:docPartObj>
    </w:sdtPr>
    <w:sdtContent>
      <w:p w14:paraId="031807FB" w14:textId="4789E4A8" w:rsidR="004A49D6" w:rsidRDefault="004A49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0A4C">
          <w:rPr>
            <w:noProof/>
          </w:rPr>
          <w:t>3</w:t>
        </w:r>
        <w:r>
          <w:fldChar w:fldCharType="end"/>
        </w:r>
      </w:p>
    </w:sdtContent>
  </w:sdt>
  <w:p w14:paraId="4BF6C867" w14:textId="77777777" w:rsidR="004A49D6" w:rsidRDefault="004A49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5CDA3" w14:textId="77777777" w:rsidR="000C6B47" w:rsidRDefault="000C6B47" w:rsidP="00C16ABF">
      <w:pPr>
        <w:spacing w:after="0" w:line="240" w:lineRule="auto"/>
      </w:pPr>
      <w:r>
        <w:separator/>
      </w:r>
    </w:p>
  </w:footnote>
  <w:footnote w:type="continuationSeparator" w:id="0">
    <w:p w14:paraId="30191043" w14:textId="77777777" w:rsidR="000C6B47" w:rsidRDefault="000C6B47" w:rsidP="00C16ABF">
      <w:pPr>
        <w:spacing w:after="0" w:line="240" w:lineRule="auto"/>
      </w:pPr>
      <w:r>
        <w:continuationSeparator/>
      </w:r>
    </w:p>
  </w:footnote>
  <w:footnote w:id="1">
    <w:p w14:paraId="59BC821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814E68"/>
    <w:multiLevelType w:val="hybridMultilevel"/>
    <w:tmpl w:val="595EF6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33B4D"/>
    <w:multiLevelType w:val="hybridMultilevel"/>
    <w:tmpl w:val="AC861F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E44F59"/>
    <w:multiLevelType w:val="hybridMultilevel"/>
    <w:tmpl w:val="7B5019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5479FB"/>
    <w:multiLevelType w:val="hybridMultilevel"/>
    <w:tmpl w:val="BB16B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F41DCF"/>
    <w:multiLevelType w:val="hybridMultilevel"/>
    <w:tmpl w:val="A3E88342"/>
    <w:lvl w:ilvl="0" w:tplc="78FCDA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62AA2"/>
    <w:multiLevelType w:val="hybridMultilevel"/>
    <w:tmpl w:val="88E8C9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4A4629"/>
    <w:multiLevelType w:val="hybridMultilevel"/>
    <w:tmpl w:val="821E4BB4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03499411">
    <w:abstractNumId w:val="0"/>
  </w:num>
  <w:num w:numId="2" w16cid:durableId="1305813447">
    <w:abstractNumId w:val="6"/>
  </w:num>
  <w:num w:numId="3" w16cid:durableId="2061250382">
    <w:abstractNumId w:val="1"/>
  </w:num>
  <w:num w:numId="4" w16cid:durableId="1993294060">
    <w:abstractNumId w:val="7"/>
  </w:num>
  <w:num w:numId="5" w16cid:durableId="973633583">
    <w:abstractNumId w:val="2"/>
  </w:num>
  <w:num w:numId="6" w16cid:durableId="348727792">
    <w:abstractNumId w:val="5"/>
  </w:num>
  <w:num w:numId="7" w16cid:durableId="438187884">
    <w:abstractNumId w:val="3"/>
  </w:num>
  <w:num w:numId="8" w16cid:durableId="97969892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3E19"/>
    <w:rsid w:val="000415D3"/>
    <w:rsid w:val="00042A51"/>
    <w:rsid w:val="00042D2E"/>
    <w:rsid w:val="00044C82"/>
    <w:rsid w:val="00070ED6"/>
    <w:rsid w:val="00073376"/>
    <w:rsid w:val="000742DC"/>
    <w:rsid w:val="00084C12"/>
    <w:rsid w:val="0009462C"/>
    <w:rsid w:val="00094B12"/>
    <w:rsid w:val="00096C46"/>
    <w:rsid w:val="000A296F"/>
    <w:rsid w:val="000A2A28"/>
    <w:rsid w:val="000A3CDF"/>
    <w:rsid w:val="000B0428"/>
    <w:rsid w:val="000B192D"/>
    <w:rsid w:val="000B28EE"/>
    <w:rsid w:val="000B361F"/>
    <w:rsid w:val="000B3E37"/>
    <w:rsid w:val="000C1A69"/>
    <w:rsid w:val="000C6B47"/>
    <w:rsid w:val="000D04B0"/>
    <w:rsid w:val="000D26AC"/>
    <w:rsid w:val="000D2FC8"/>
    <w:rsid w:val="000F1C57"/>
    <w:rsid w:val="000F5615"/>
    <w:rsid w:val="00104AE8"/>
    <w:rsid w:val="00124BFF"/>
    <w:rsid w:val="0012560E"/>
    <w:rsid w:val="00127108"/>
    <w:rsid w:val="0013245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F4F"/>
    <w:rsid w:val="00192F37"/>
    <w:rsid w:val="001971A8"/>
    <w:rsid w:val="001A214B"/>
    <w:rsid w:val="001A70D2"/>
    <w:rsid w:val="001D657B"/>
    <w:rsid w:val="001D7B54"/>
    <w:rsid w:val="001E0209"/>
    <w:rsid w:val="001F2CA2"/>
    <w:rsid w:val="001F4836"/>
    <w:rsid w:val="002144C0"/>
    <w:rsid w:val="0022477D"/>
    <w:rsid w:val="00227456"/>
    <w:rsid w:val="002278A9"/>
    <w:rsid w:val="0023042E"/>
    <w:rsid w:val="002336F9"/>
    <w:rsid w:val="0024028F"/>
    <w:rsid w:val="00240D2B"/>
    <w:rsid w:val="00244ABC"/>
    <w:rsid w:val="00266896"/>
    <w:rsid w:val="0027216E"/>
    <w:rsid w:val="00281FF2"/>
    <w:rsid w:val="002857DE"/>
    <w:rsid w:val="00291567"/>
    <w:rsid w:val="002946B3"/>
    <w:rsid w:val="002A22BF"/>
    <w:rsid w:val="002A2389"/>
    <w:rsid w:val="002A671D"/>
    <w:rsid w:val="002B05F5"/>
    <w:rsid w:val="002B4D55"/>
    <w:rsid w:val="002B4FA7"/>
    <w:rsid w:val="002B5EA0"/>
    <w:rsid w:val="002B6119"/>
    <w:rsid w:val="002C1F06"/>
    <w:rsid w:val="002C23DF"/>
    <w:rsid w:val="002D3375"/>
    <w:rsid w:val="002D73D4"/>
    <w:rsid w:val="002F02A3"/>
    <w:rsid w:val="002F11D2"/>
    <w:rsid w:val="002F4ABE"/>
    <w:rsid w:val="003018BA"/>
    <w:rsid w:val="0030395F"/>
    <w:rsid w:val="00305C92"/>
    <w:rsid w:val="0031403C"/>
    <w:rsid w:val="003151C5"/>
    <w:rsid w:val="003343CF"/>
    <w:rsid w:val="00341860"/>
    <w:rsid w:val="00346FE9"/>
    <w:rsid w:val="0034759A"/>
    <w:rsid w:val="003503F6"/>
    <w:rsid w:val="003530DD"/>
    <w:rsid w:val="003570E7"/>
    <w:rsid w:val="00363F78"/>
    <w:rsid w:val="003704F1"/>
    <w:rsid w:val="00395B58"/>
    <w:rsid w:val="003A0A5B"/>
    <w:rsid w:val="003A1176"/>
    <w:rsid w:val="003A383A"/>
    <w:rsid w:val="003B19D1"/>
    <w:rsid w:val="003C0BAE"/>
    <w:rsid w:val="003D18A9"/>
    <w:rsid w:val="003D2E30"/>
    <w:rsid w:val="003D6CE2"/>
    <w:rsid w:val="003E1941"/>
    <w:rsid w:val="003E2FE6"/>
    <w:rsid w:val="003E49D5"/>
    <w:rsid w:val="003F12C1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3D1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9D6"/>
    <w:rsid w:val="004A4D1F"/>
    <w:rsid w:val="004B1F55"/>
    <w:rsid w:val="004D5282"/>
    <w:rsid w:val="004F1551"/>
    <w:rsid w:val="004F55A3"/>
    <w:rsid w:val="0050496F"/>
    <w:rsid w:val="00513B6F"/>
    <w:rsid w:val="00517C63"/>
    <w:rsid w:val="0052306A"/>
    <w:rsid w:val="005326C9"/>
    <w:rsid w:val="005363C4"/>
    <w:rsid w:val="00536BDE"/>
    <w:rsid w:val="00543ACC"/>
    <w:rsid w:val="00546303"/>
    <w:rsid w:val="005575DE"/>
    <w:rsid w:val="0056696D"/>
    <w:rsid w:val="0059484D"/>
    <w:rsid w:val="005A0855"/>
    <w:rsid w:val="005A133C"/>
    <w:rsid w:val="005A3196"/>
    <w:rsid w:val="005B6167"/>
    <w:rsid w:val="005C080F"/>
    <w:rsid w:val="005C2825"/>
    <w:rsid w:val="005C55E5"/>
    <w:rsid w:val="005C696A"/>
    <w:rsid w:val="005E6E85"/>
    <w:rsid w:val="005F24C2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67AF"/>
    <w:rsid w:val="006D050F"/>
    <w:rsid w:val="006D6139"/>
    <w:rsid w:val="006D682C"/>
    <w:rsid w:val="006E5D65"/>
    <w:rsid w:val="006F1282"/>
    <w:rsid w:val="006F1FBC"/>
    <w:rsid w:val="006F31E2"/>
    <w:rsid w:val="00706544"/>
    <w:rsid w:val="007072BA"/>
    <w:rsid w:val="0071620A"/>
    <w:rsid w:val="00723FC1"/>
    <w:rsid w:val="00724677"/>
    <w:rsid w:val="00725459"/>
    <w:rsid w:val="007327BD"/>
    <w:rsid w:val="00734608"/>
    <w:rsid w:val="00744018"/>
    <w:rsid w:val="00744222"/>
    <w:rsid w:val="00745302"/>
    <w:rsid w:val="007461D6"/>
    <w:rsid w:val="00746EC8"/>
    <w:rsid w:val="00753F82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4F98"/>
    <w:rsid w:val="007D6E56"/>
    <w:rsid w:val="007F4155"/>
    <w:rsid w:val="00805AFF"/>
    <w:rsid w:val="008076A8"/>
    <w:rsid w:val="00811477"/>
    <w:rsid w:val="0081161B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654B"/>
    <w:rsid w:val="008C0A4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B6A"/>
    <w:rsid w:val="009541E0"/>
    <w:rsid w:val="00954A07"/>
    <w:rsid w:val="0096661F"/>
    <w:rsid w:val="00981CCD"/>
    <w:rsid w:val="00984230"/>
    <w:rsid w:val="00996B2D"/>
    <w:rsid w:val="00997F14"/>
    <w:rsid w:val="009A1386"/>
    <w:rsid w:val="009A1DB2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6696"/>
    <w:rsid w:val="00A155EE"/>
    <w:rsid w:val="00A1757B"/>
    <w:rsid w:val="00A2245B"/>
    <w:rsid w:val="00A30110"/>
    <w:rsid w:val="00A3331D"/>
    <w:rsid w:val="00A363BF"/>
    <w:rsid w:val="00A36899"/>
    <w:rsid w:val="00A371F6"/>
    <w:rsid w:val="00A43766"/>
    <w:rsid w:val="00A43BF6"/>
    <w:rsid w:val="00A51410"/>
    <w:rsid w:val="00A53FA5"/>
    <w:rsid w:val="00A54817"/>
    <w:rsid w:val="00A601C8"/>
    <w:rsid w:val="00A60799"/>
    <w:rsid w:val="00A70722"/>
    <w:rsid w:val="00A84C85"/>
    <w:rsid w:val="00A9042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0FFA"/>
    <w:rsid w:val="00AF2C1E"/>
    <w:rsid w:val="00B06142"/>
    <w:rsid w:val="00B135B1"/>
    <w:rsid w:val="00B24360"/>
    <w:rsid w:val="00B2726A"/>
    <w:rsid w:val="00B27EC9"/>
    <w:rsid w:val="00B3130B"/>
    <w:rsid w:val="00B40ADB"/>
    <w:rsid w:val="00B43B77"/>
    <w:rsid w:val="00B43E80"/>
    <w:rsid w:val="00B5729D"/>
    <w:rsid w:val="00B607DB"/>
    <w:rsid w:val="00B66529"/>
    <w:rsid w:val="00B72E7D"/>
    <w:rsid w:val="00B75946"/>
    <w:rsid w:val="00B8056E"/>
    <w:rsid w:val="00B819C8"/>
    <w:rsid w:val="00B82308"/>
    <w:rsid w:val="00B90885"/>
    <w:rsid w:val="00B9263E"/>
    <w:rsid w:val="00BB2E68"/>
    <w:rsid w:val="00BB520A"/>
    <w:rsid w:val="00BD3869"/>
    <w:rsid w:val="00BD66E9"/>
    <w:rsid w:val="00BD69BE"/>
    <w:rsid w:val="00BD6FF4"/>
    <w:rsid w:val="00BE737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843"/>
    <w:rsid w:val="00C56036"/>
    <w:rsid w:val="00C61DC5"/>
    <w:rsid w:val="00C642B3"/>
    <w:rsid w:val="00C67E92"/>
    <w:rsid w:val="00C70A26"/>
    <w:rsid w:val="00C766DF"/>
    <w:rsid w:val="00C94B98"/>
    <w:rsid w:val="00CA2B96"/>
    <w:rsid w:val="00CA5089"/>
    <w:rsid w:val="00CA56E5"/>
    <w:rsid w:val="00CB0217"/>
    <w:rsid w:val="00CD6897"/>
    <w:rsid w:val="00CE2C18"/>
    <w:rsid w:val="00CE33AF"/>
    <w:rsid w:val="00CE5BAC"/>
    <w:rsid w:val="00CE7062"/>
    <w:rsid w:val="00CF0774"/>
    <w:rsid w:val="00CF25BE"/>
    <w:rsid w:val="00CF78ED"/>
    <w:rsid w:val="00D02B25"/>
    <w:rsid w:val="00D02EBA"/>
    <w:rsid w:val="00D17C3C"/>
    <w:rsid w:val="00D2611E"/>
    <w:rsid w:val="00D26339"/>
    <w:rsid w:val="00D26B2C"/>
    <w:rsid w:val="00D31F03"/>
    <w:rsid w:val="00D352C9"/>
    <w:rsid w:val="00D425B2"/>
    <w:rsid w:val="00D428D6"/>
    <w:rsid w:val="00D46536"/>
    <w:rsid w:val="00D5074E"/>
    <w:rsid w:val="00D552B2"/>
    <w:rsid w:val="00D608D1"/>
    <w:rsid w:val="00D74119"/>
    <w:rsid w:val="00D8075B"/>
    <w:rsid w:val="00D82B82"/>
    <w:rsid w:val="00D8678B"/>
    <w:rsid w:val="00DA2114"/>
    <w:rsid w:val="00DE09C0"/>
    <w:rsid w:val="00DE4A14"/>
    <w:rsid w:val="00DF320D"/>
    <w:rsid w:val="00DF6C53"/>
    <w:rsid w:val="00DF71C8"/>
    <w:rsid w:val="00E06915"/>
    <w:rsid w:val="00E129B8"/>
    <w:rsid w:val="00E21E7D"/>
    <w:rsid w:val="00E22FBC"/>
    <w:rsid w:val="00E24BF5"/>
    <w:rsid w:val="00E25338"/>
    <w:rsid w:val="00E45E1D"/>
    <w:rsid w:val="00E51E44"/>
    <w:rsid w:val="00E63348"/>
    <w:rsid w:val="00E742AA"/>
    <w:rsid w:val="00E77E88"/>
    <w:rsid w:val="00E8107D"/>
    <w:rsid w:val="00E960BB"/>
    <w:rsid w:val="00E968BB"/>
    <w:rsid w:val="00EA2074"/>
    <w:rsid w:val="00EA4832"/>
    <w:rsid w:val="00EA4E9D"/>
    <w:rsid w:val="00EC4899"/>
    <w:rsid w:val="00EC7DAF"/>
    <w:rsid w:val="00ED03AB"/>
    <w:rsid w:val="00ED32D2"/>
    <w:rsid w:val="00EE32DE"/>
    <w:rsid w:val="00EE5457"/>
    <w:rsid w:val="00F070AB"/>
    <w:rsid w:val="00F11688"/>
    <w:rsid w:val="00F17567"/>
    <w:rsid w:val="00F26DB1"/>
    <w:rsid w:val="00F27A7B"/>
    <w:rsid w:val="00F526AF"/>
    <w:rsid w:val="00F54831"/>
    <w:rsid w:val="00F617C3"/>
    <w:rsid w:val="00F7066B"/>
    <w:rsid w:val="00F81D9F"/>
    <w:rsid w:val="00F83B28"/>
    <w:rsid w:val="00F9034B"/>
    <w:rsid w:val="00F96432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22A56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66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66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661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66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661F"/>
    <w:rPr>
      <w:rFonts w:ascii="Calibri" w:hAnsi="Calibr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042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042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04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70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4232AF-4B77-4B01-9734-FD7CABB07A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05797F-20A6-4C30-AE70-E9683698C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0D222E-D6EF-4EC4-92BE-4BDB1EBF49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35E9D25-D25B-4D1A-AC61-B6A7AB1483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51</TotalTime>
  <Pages>5</Pages>
  <Words>1387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7</cp:revision>
  <cp:lastPrinted>2019-02-06T12:12:00Z</cp:lastPrinted>
  <dcterms:created xsi:type="dcterms:W3CDTF">2021-10-01T17:36:00Z</dcterms:created>
  <dcterms:modified xsi:type="dcterms:W3CDTF">2023-07-12T06:42:00Z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